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7E333" w14:textId="3F6243FB" w:rsidR="0088679D" w:rsidRPr="00524013" w:rsidRDefault="006F2B71" w:rsidP="00D66746">
      <w:pPr>
        <w:overflowPunct/>
        <w:autoSpaceDE/>
        <w:autoSpaceDN/>
        <w:adjustRightInd/>
        <w:spacing w:before="120" w:after="120" w:line="288" w:lineRule="auto"/>
        <w:jc w:val="center"/>
        <w:textAlignment w:val="auto"/>
        <w:rPr>
          <w:rFonts w:ascii="Verdana" w:eastAsia="Calibri" w:hAnsi="Verdana"/>
          <w:b/>
          <w:w w:val="90"/>
          <w:sz w:val="18"/>
          <w:szCs w:val="18"/>
          <w:lang w:eastAsia="en-US"/>
        </w:rPr>
      </w:pPr>
      <w:r w:rsidRPr="00524013">
        <w:rPr>
          <w:rFonts w:ascii="Verdana" w:eastAsia="Calibri" w:hAnsi="Verdana"/>
          <w:b/>
          <w:w w:val="90"/>
          <w:sz w:val="18"/>
          <w:szCs w:val="18"/>
          <w:lang w:eastAsia="en-US"/>
        </w:rPr>
        <w:t>PROTOKÓŁ ZDAWCZO- ODBIORCZY (</w:t>
      </w:r>
      <w:r w:rsidR="0088679D" w:rsidRPr="00E76C33">
        <w:rPr>
          <w:rFonts w:ascii="Verdana" w:eastAsia="Calibri" w:hAnsi="Verdana"/>
          <w:b/>
          <w:w w:val="90"/>
          <w:sz w:val="18"/>
          <w:szCs w:val="18"/>
          <w:lang w:eastAsia="en-US"/>
        </w:rPr>
        <w:t>KOŃCOWY</w:t>
      </w:r>
      <w:r w:rsidR="0088679D" w:rsidRPr="00524013">
        <w:rPr>
          <w:rFonts w:ascii="Verdana" w:eastAsia="Calibri" w:hAnsi="Verdana"/>
          <w:b/>
          <w:w w:val="90"/>
          <w:sz w:val="18"/>
          <w:szCs w:val="18"/>
          <w:lang w:eastAsia="en-US"/>
        </w:rPr>
        <w:t>/CZĘŚCIOWY)</w:t>
      </w:r>
      <w:r w:rsidR="00D66746" w:rsidRPr="00524013">
        <w:rPr>
          <w:rFonts w:ascii="Verdana" w:eastAsia="Calibri" w:hAnsi="Verdana"/>
          <w:b/>
          <w:w w:val="90"/>
          <w:sz w:val="18"/>
          <w:szCs w:val="18"/>
          <w:lang w:eastAsia="en-US"/>
        </w:rPr>
        <w:t xml:space="preserve"> - NR </w:t>
      </w:r>
      <w:r w:rsidR="00E76C33">
        <w:rPr>
          <w:rFonts w:ascii="Verdana" w:eastAsia="Calibri" w:hAnsi="Verdana"/>
          <w:b/>
          <w:w w:val="90"/>
          <w:sz w:val="18"/>
          <w:szCs w:val="18"/>
          <w:lang w:eastAsia="en-US"/>
        </w:rPr>
        <w:t>….</w:t>
      </w:r>
    </w:p>
    <w:p w14:paraId="7233E195" w14:textId="528099F0" w:rsidR="0088679D" w:rsidRPr="00524013" w:rsidRDefault="0088679D" w:rsidP="003021BC">
      <w:pPr>
        <w:overflowPunct/>
        <w:autoSpaceDE/>
        <w:autoSpaceDN/>
        <w:adjustRightInd/>
        <w:spacing w:before="40" w:after="40"/>
        <w:textAlignment w:val="auto"/>
        <w:rPr>
          <w:rFonts w:ascii="Verdana" w:eastAsia="Calibri" w:hAnsi="Verdana"/>
          <w:w w:val="90"/>
          <w:sz w:val="18"/>
          <w:szCs w:val="18"/>
          <w:lang w:eastAsia="en-US"/>
        </w:rPr>
      </w:pPr>
      <w:r w:rsidRPr="00524013">
        <w:rPr>
          <w:rFonts w:ascii="Verdana" w:eastAsia="Calibri" w:hAnsi="Verdana"/>
          <w:w w:val="90"/>
          <w:sz w:val="18"/>
          <w:szCs w:val="18"/>
          <w:lang w:eastAsia="en-US"/>
        </w:rPr>
        <w:t xml:space="preserve">do dokumentacji wykonywanej w ramach umowy nr </w:t>
      </w:r>
      <w:r w:rsidR="00E76C33">
        <w:rPr>
          <w:rFonts w:ascii="Verdana" w:eastAsia="Calibri" w:hAnsi="Verdana"/>
          <w:b/>
          <w:bCs/>
          <w:w w:val="90"/>
          <w:sz w:val="18"/>
          <w:szCs w:val="18"/>
          <w:lang w:eastAsia="en-US"/>
        </w:rPr>
        <w:t>………………………………….</w:t>
      </w:r>
      <w:r w:rsidR="00661583" w:rsidRPr="00524013">
        <w:rPr>
          <w:rFonts w:ascii="Verdana" w:eastAsia="Calibri" w:hAnsi="Verdana"/>
          <w:w w:val="90"/>
          <w:sz w:val="18"/>
          <w:szCs w:val="18"/>
          <w:lang w:eastAsia="en-US"/>
        </w:rPr>
        <w:t xml:space="preserve"> z dnia </w:t>
      </w:r>
      <w:r w:rsidR="00E76C33">
        <w:rPr>
          <w:rFonts w:ascii="Verdana" w:eastAsia="Calibri" w:hAnsi="Verdana"/>
          <w:w w:val="90"/>
          <w:sz w:val="18"/>
          <w:szCs w:val="18"/>
          <w:lang w:eastAsia="en-US"/>
        </w:rPr>
        <w:t>……………………</w:t>
      </w:r>
    </w:p>
    <w:p w14:paraId="4B620AF6" w14:textId="77777777" w:rsidR="00F94833" w:rsidRPr="00524013" w:rsidRDefault="00F94833" w:rsidP="003021BC">
      <w:pPr>
        <w:overflowPunct/>
        <w:autoSpaceDE/>
        <w:autoSpaceDN/>
        <w:adjustRightInd/>
        <w:spacing w:before="40" w:after="40"/>
        <w:textAlignment w:val="auto"/>
        <w:rPr>
          <w:rFonts w:ascii="Verdana" w:eastAsia="Calibri" w:hAnsi="Verdana"/>
          <w:b/>
          <w:w w:val="90"/>
          <w:sz w:val="18"/>
          <w:szCs w:val="18"/>
          <w:u w:val="single"/>
          <w:lang w:eastAsia="en-US"/>
        </w:rPr>
      </w:pPr>
    </w:p>
    <w:p w14:paraId="0B4B66B2" w14:textId="77777777" w:rsidR="0088679D" w:rsidRPr="00524013" w:rsidRDefault="0088679D" w:rsidP="003021BC">
      <w:pPr>
        <w:overflowPunct/>
        <w:autoSpaceDE/>
        <w:autoSpaceDN/>
        <w:adjustRightInd/>
        <w:spacing w:before="40" w:after="40"/>
        <w:textAlignment w:val="auto"/>
        <w:rPr>
          <w:rFonts w:ascii="Verdana" w:eastAsia="Calibri" w:hAnsi="Verdana"/>
          <w:b/>
          <w:w w:val="90"/>
          <w:sz w:val="18"/>
          <w:szCs w:val="18"/>
          <w:lang w:eastAsia="en-US"/>
        </w:rPr>
      </w:pPr>
      <w:r w:rsidRPr="00524013">
        <w:rPr>
          <w:rFonts w:ascii="Verdana" w:eastAsia="Calibri" w:hAnsi="Verdana"/>
          <w:b/>
          <w:w w:val="90"/>
          <w:sz w:val="18"/>
          <w:szCs w:val="18"/>
          <w:u w:val="single"/>
          <w:lang w:eastAsia="en-US"/>
        </w:rPr>
        <w:t>Przekazanie</w:t>
      </w:r>
      <w:r w:rsidRPr="00524013">
        <w:rPr>
          <w:rFonts w:ascii="Verdana" w:eastAsia="Calibri" w:hAnsi="Verdana"/>
          <w:b/>
          <w:w w:val="90"/>
          <w:sz w:val="18"/>
          <w:szCs w:val="18"/>
          <w:lang w:eastAsia="en-US"/>
        </w:rPr>
        <w:t xml:space="preserve"> </w:t>
      </w:r>
      <w:r w:rsidRPr="00524013">
        <w:rPr>
          <w:rFonts w:ascii="Verdana" w:eastAsia="Calibri" w:hAnsi="Verdana"/>
          <w:b/>
          <w:w w:val="90"/>
          <w:sz w:val="18"/>
          <w:szCs w:val="18"/>
          <w:u w:val="single"/>
          <w:lang w:eastAsia="en-US"/>
        </w:rPr>
        <w:t>dokumentacji</w:t>
      </w:r>
    </w:p>
    <w:p w14:paraId="66AF80A5" w14:textId="77777777" w:rsidR="00F94833" w:rsidRPr="00524013" w:rsidRDefault="00F94833" w:rsidP="006E57DE">
      <w:pPr>
        <w:overflowPunct/>
        <w:autoSpaceDE/>
        <w:autoSpaceDN/>
        <w:adjustRightInd/>
        <w:spacing w:before="40" w:after="40"/>
        <w:textAlignment w:val="auto"/>
        <w:rPr>
          <w:rFonts w:ascii="Verdana" w:eastAsia="Calibri" w:hAnsi="Verdana"/>
          <w:b/>
          <w:w w:val="90"/>
          <w:sz w:val="18"/>
          <w:szCs w:val="18"/>
          <w:lang w:eastAsia="en-US"/>
        </w:rPr>
      </w:pPr>
    </w:p>
    <w:p w14:paraId="75E72CCE" w14:textId="283CB426" w:rsidR="0088679D" w:rsidRPr="00524013" w:rsidRDefault="0088679D" w:rsidP="0039132F">
      <w:pPr>
        <w:jc w:val="left"/>
        <w:rPr>
          <w:rFonts w:ascii="Verdana" w:eastAsia="Calibri" w:hAnsi="Verdana"/>
          <w:w w:val="90"/>
          <w:sz w:val="18"/>
          <w:szCs w:val="18"/>
          <w:lang w:eastAsia="en-US"/>
        </w:rPr>
      </w:pPr>
      <w:r w:rsidRPr="00524013">
        <w:rPr>
          <w:rFonts w:ascii="Verdana" w:eastAsia="Calibri" w:hAnsi="Verdana"/>
          <w:b/>
          <w:w w:val="90"/>
          <w:sz w:val="18"/>
          <w:szCs w:val="18"/>
          <w:lang w:eastAsia="en-US"/>
        </w:rPr>
        <w:t>Wykonawca</w:t>
      </w:r>
      <w:r w:rsidRPr="00524013">
        <w:rPr>
          <w:rFonts w:ascii="Verdana" w:eastAsia="Calibri" w:hAnsi="Verdana"/>
          <w:w w:val="90"/>
          <w:sz w:val="18"/>
          <w:szCs w:val="18"/>
          <w:lang w:eastAsia="en-US"/>
        </w:rPr>
        <w:t xml:space="preserve"> </w:t>
      </w:r>
      <w:r w:rsidR="00970375" w:rsidRPr="00524013">
        <w:rPr>
          <w:rFonts w:ascii="Verdana" w:eastAsia="Calibri" w:hAnsi="Verdana"/>
          <w:w w:val="90"/>
          <w:sz w:val="18"/>
          <w:szCs w:val="18"/>
          <w:lang w:eastAsia="en-US"/>
        </w:rPr>
        <w:t>–</w:t>
      </w:r>
      <w:r w:rsidRPr="00524013">
        <w:rPr>
          <w:rFonts w:ascii="Verdana" w:eastAsia="Calibri" w:hAnsi="Verdana"/>
          <w:w w:val="90"/>
          <w:sz w:val="18"/>
          <w:szCs w:val="18"/>
          <w:lang w:eastAsia="en-US"/>
        </w:rPr>
        <w:t xml:space="preserve"> </w:t>
      </w:r>
      <w:r w:rsidR="00276543" w:rsidRPr="00524013">
        <w:rPr>
          <w:rFonts w:ascii="Verdana" w:eastAsia="Calibri" w:hAnsi="Verdana"/>
          <w:w w:val="90"/>
          <w:sz w:val="18"/>
          <w:szCs w:val="18"/>
          <w:lang w:eastAsia="en-US"/>
        </w:rPr>
        <w:tab/>
      </w:r>
      <w:r w:rsidR="00E76C33">
        <w:rPr>
          <w:rFonts w:ascii="Verdana" w:hAnsi="Verdana" w:cs="Arial"/>
          <w:sz w:val="18"/>
          <w:szCs w:val="18"/>
        </w:rPr>
        <w:t>………………………………..</w:t>
      </w:r>
    </w:p>
    <w:p w14:paraId="40AEC622" w14:textId="77777777" w:rsidR="0088679D" w:rsidRPr="00524013" w:rsidRDefault="0088679D" w:rsidP="003021BC">
      <w:pPr>
        <w:overflowPunct/>
        <w:autoSpaceDE/>
        <w:autoSpaceDN/>
        <w:adjustRightInd/>
        <w:spacing w:before="40" w:after="40"/>
        <w:textAlignment w:val="auto"/>
        <w:rPr>
          <w:rFonts w:ascii="Verdana" w:eastAsia="Calibri" w:hAnsi="Verdana"/>
          <w:w w:val="90"/>
          <w:sz w:val="18"/>
          <w:szCs w:val="18"/>
          <w:lang w:eastAsia="en-US"/>
        </w:rPr>
      </w:pPr>
      <w:r w:rsidRPr="00524013">
        <w:rPr>
          <w:rFonts w:ascii="Verdana" w:eastAsia="Calibri" w:hAnsi="Verdana"/>
          <w:w w:val="90"/>
          <w:sz w:val="18"/>
          <w:szCs w:val="18"/>
          <w:lang w:eastAsia="en-US"/>
        </w:rPr>
        <w:t xml:space="preserve">przekazuje, </w:t>
      </w:r>
    </w:p>
    <w:p w14:paraId="0BF3E464" w14:textId="77777777" w:rsidR="002019C1" w:rsidRPr="00524013" w:rsidRDefault="0088679D" w:rsidP="003021BC">
      <w:pPr>
        <w:overflowPunct/>
        <w:autoSpaceDE/>
        <w:autoSpaceDN/>
        <w:adjustRightInd/>
        <w:spacing w:before="40" w:after="40"/>
        <w:jc w:val="left"/>
        <w:textAlignment w:val="auto"/>
        <w:rPr>
          <w:rFonts w:ascii="Verdana" w:eastAsia="Calibri" w:hAnsi="Verdana"/>
          <w:w w:val="90"/>
          <w:sz w:val="18"/>
          <w:szCs w:val="18"/>
          <w:lang w:eastAsia="en-US"/>
        </w:rPr>
      </w:pPr>
      <w:r w:rsidRPr="00524013">
        <w:rPr>
          <w:rFonts w:ascii="Verdana" w:eastAsia="Calibri" w:hAnsi="Verdana"/>
          <w:w w:val="90"/>
          <w:sz w:val="18"/>
          <w:szCs w:val="18"/>
          <w:lang w:eastAsia="en-US"/>
        </w:rPr>
        <w:t xml:space="preserve">a </w:t>
      </w:r>
    </w:p>
    <w:p w14:paraId="268D823B" w14:textId="77777777" w:rsidR="0088679D" w:rsidRPr="00524013" w:rsidRDefault="0088679D" w:rsidP="003021BC">
      <w:pPr>
        <w:overflowPunct/>
        <w:autoSpaceDE/>
        <w:autoSpaceDN/>
        <w:adjustRightInd/>
        <w:spacing w:before="40" w:after="40"/>
        <w:jc w:val="left"/>
        <w:textAlignment w:val="auto"/>
        <w:rPr>
          <w:rFonts w:ascii="Verdana" w:eastAsia="Calibri" w:hAnsi="Verdana"/>
          <w:w w:val="90"/>
          <w:sz w:val="18"/>
          <w:szCs w:val="18"/>
          <w:lang w:eastAsia="en-US"/>
        </w:rPr>
      </w:pPr>
      <w:r w:rsidRPr="00524013">
        <w:rPr>
          <w:rFonts w:ascii="Verdana" w:eastAsia="Calibri" w:hAnsi="Verdana"/>
          <w:b/>
          <w:w w:val="90"/>
          <w:sz w:val="18"/>
          <w:szCs w:val="18"/>
          <w:lang w:eastAsia="en-US"/>
        </w:rPr>
        <w:t xml:space="preserve">Zamawiający </w:t>
      </w:r>
      <w:r w:rsidRPr="00524013">
        <w:rPr>
          <w:rFonts w:ascii="Verdana" w:eastAsia="Calibri" w:hAnsi="Verdana"/>
          <w:w w:val="90"/>
          <w:sz w:val="18"/>
          <w:szCs w:val="18"/>
          <w:lang w:eastAsia="en-US"/>
        </w:rPr>
        <w:t xml:space="preserve">– </w:t>
      </w:r>
      <w:r w:rsidR="00276543" w:rsidRPr="00524013">
        <w:rPr>
          <w:rFonts w:ascii="Verdana" w:eastAsia="Calibri" w:hAnsi="Verdana"/>
          <w:w w:val="90"/>
          <w:sz w:val="18"/>
          <w:szCs w:val="18"/>
          <w:lang w:eastAsia="en-US"/>
        </w:rPr>
        <w:tab/>
      </w:r>
      <w:r w:rsidR="002019C1" w:rsidRPr="00524013">
        <w:rPr>
          <w:rFonts w:ascii="Verdana" w:eastAsia="Calibri" w:hAnsi="Verdana"/>
          <w:w w:val="90"/>
          <w:sz w:val="18"/>
          <w:szCs w:val="18"/>
          <w:lang w:eastAsia="en-US"/>
        </w:rPr>
        <w:t>Generalna Dyrekcja Dróg Krajowych i Autostrad Oddział we Wrocławiu</w:t>
      </w:r>
    </w:p>
    <w:p w14:paraId="1DC9EA3A" w14:textId="77777777" w:rsidR="00276543" w:rsidRPr="00524013" w:rsidRDefault="00276543" w:rsidP="00276543">
      <w:pPr>
        <w:overflowPunct/>
        <w:autoSpaceDE/>
        <w:autoSpaceDN/>
        <w:adjustRightInd/>
        <w:spacing w:before="40" w:after="40"/>
        <w:ind w:left="709" w:firstLine="709"/>
        <w:jc w:val="left"/>
        <w:textAlignment w:val="auto"/>
        <w:rPr>
          <w:rFonts w:ascii="Verdana" w:eastAsia="Calibri" w:hAnsi="Verdana"/>
          <w:w w:val="90"/>
          <w:sz w:val="18"/>
          <w:szCs w:val="18"/>
          <w:lang w:eastAsia="en-US"/>
        </w:rPr>
      </w:pPr>
      <w:r w:rsidRPr="00524013">
        <w:rPr>
          <w:rFonts w:ascii="Verdana" w:eastAsia="Calibri" w:hAnsi="Verdana"/>
          <w:w w:val="90"/>
          <w:sz w:val="18"/>
          <w:szCs w:val="18"/>
          <w:lang w:eastAsia="en-US"/>
        </w:rPr>
        <w:t>ul. Powstańców Śląskich 186, 53-139 Wrocław</w:t>
      </w:r>
    </w:p>
    <w:p w14:paraId="662B6FE9" w14:textId="77777777" w:rsidR="00276543" w:rsidRPr="00524013" w:rsidRDefault="00276543" w:rsidP="003021BC">
      <w:pPr>
        <w:tabs>
          <w:tab w:val="left" w:pos="1760"/>
        </w:tabs>
        <w:overflowPunct/>
        <w:autoSpaceDE/>
        <w:autoSpaceDN/>
        <w:adjustRightInd/>
        <w:spacing w:before="40" w:after="40"/>
        <w:textAlignment w:val="auto"/>
        <w:rPr>
          <w:rFonts w:ascii="Verdana" w:eastAsia="Calibri" w:hAnsi="Verdana"/>
          <w:w w:val="90"/>
          <w:sz w:val="18"/>
          <w:szCs w:val="18"/>
          <w:lang w:eastAsia="en-US"/>
        </w:rPr>
      </w:pPr>
    </w:p>
    <w:p w14:paraId="2B712A5E" w14:textId="77777777" w:rsidR="0088679D" w:rsidRPr="00524013" w:rsidRDefault="0088679D" w:rsidP="003021BC">
      <w:pPr>
        <w:tabs>
          <w:tab w:val="left" w:pos="1760"/>
        </w:tabs>
        <w:overflowPunct/>
        <w:autoSpaceDE/>
        <w:autoSpaceDN/>
        <w:adjustRightInd/>
        <w:spacing w:before="40" w:after="40"/>
        <w:textAlignment w:val="auto"/>
        <w:rPr>
          <w:rFonts w:ascii="Verdana" w:eastAsia="Calibri" w:hAnsi="Verdana"/>
          <w:w w:val="90"/>
          <w:sz w:val="18"/>
          <w:szCs w:val="18"/>
          <w:lang w:eastAsia="en-US"/>
        </w:rPr>
      </w:pPr>
      <w:r w:rsidRPr="00524013">
        <w:rPr>
          <w:rFonts w:ascii="Verdana" w:eastAsia="Calibri" w:hAnsi="Verdana"/>
          <w:w w:val="90"/>
          <w:sz w:val="18"/>
          <w:szCs w:val="18"/>
          <w:lang w:eastAsia="en-US"/>
        </w:rPr>
        <w:t>przyjmuje zrealizowane w ramach zadania opracowania dokumentacji projektowej</w:t>
      </w:r>
      <w:r w:rsidR="00CC58AB" w:rsidRPr="00524013">
        <w:rPr>
          <w:rFonts w:ascii="Verdana" w:eastAsia="Calibri" w:hAnsi="Verdana"/>
          <w:w w:val="90"/>
          <w:sz w:val="18"/>
          <w:szCs w:val="18"/>
          <w:lang w:eastAsia="en-US"/>
        </w:rPr>
        <w:t xml:space="preserve"> dla zadania pod nazwą</w:t>
      </w:r>
      <w:r w:rsidRPr="00524013">
        <w:rPr>
          <w:rFonts w:ascii="Verdana" w:eastAsia="Calibri" w:hAnsi="Verdana"/>
          <w:w w:val="90"/>
          <w:sz w:val="18"/>
          <w:szCs w:val="18"/>
          <w:lang w:eastAsia="en-US"/>
        </w:rPr>
        <w:t xml:space="preserve"> – </w:t>
      </w:r>
    </w:p>
    <w:p w14:paraId="2F732121" w14:textId="0C13F8C4" w:rsidR="0088679D" w:rsidRPr="00524013" w:rsidRDefault="00E76C33" w:rsidP="00CC58AB">
      <w:pPr>
        <w:overflowPunct/>
        <w:autoSpaceDE/>
        <w:autoSpaceDN/>
        <w:adjustRightInd/>
        <w:spacing w:before="40" w:after="40" w:line="288" w:lineRule="auto"/>
        <w:jc w:val="center"/>
        <w:textAlignment w:val="auto"/>
        <w:rPr>
          <w:rFonts w:cs="Arial"/>
          <w:b/>
        </w:rPr>
      </w:pPr>
      <w:r>
        <w:rPr>
          <w:rFonts w:cs="Arial"/>
          <w:b/>
        </w:rPr>
        <w:t>…………………………………………………………………….</w:t>
      </w:r>
    </w:p>
    <w:p w14:paraId="6ECAC5AE" w14:textId="77777777" w:rsidR="0088679D" w:rsidRPr="00524013" w:rsidRDefault="0088679D" w:rsidP="003021BC">
      <w:pPr>
        <w:overflowPunct/>
        <w:autoSpaceDE/>
        <w:autoSpaceDN/>
        <w:adjustRightInd/>
        <w:spacing w:before="40" w:after="40" w:line="288" w:lineRule="auto"/>
        <w:textAlignment w:val="auto"/>
        <w:rPr>
          <w:rFonts w:ascii="Verdana" w:eastAsia="Calibri" w:hAnsi="Verdana"/>
          <w:w w:val="90"/>
          <w:sz w:val="18"/>
          <w:szCs w:val="18"/>
          <w:lang w:eastAsia="en-US"/>
        </w:rPr>
      </w:pPr>
      <w:r w:rsidRPr="00524013">
        <w:rPr>
          <w:rFonts w:ascii="Verdana" w:eastAsia="Calibri" w:hAnsi="Verdana"/>
          <w:w w:val="90"/>
          <w:sz w:val="18"/>
          <w:szCs w:val="18"/>
          <w:lang w:eastAsia="en-US"/>
        </w:rPr>
        <w:t>następujące elementy dokumentacji w składzie:</w:t>
      </w:r>
    </w:p>
    <w:p w14:paraId="740E841E" w14:textId="77777777" w:rsidR="003021BC" w:rsidRPr="00524013" w:rsidRDefault="003021BC" w:rsidP="003021BC">
      <w:pPr>
        <w:overflowPunct/>
        <w:autoSpaceDE/>
        <w:autoSpaceDN/>
        <w:adjustRightInd/>
        <w:spacing w:before="40" w:after="40" w:line="288" w:lineRule="auto"/>
        <w:textAlignment w:val="auto"/>
        <w:rPr>
          <w:rFonts w:ascii="Verdana" w:eastAsia="Calibri" w:hAnsi="Verdana"/>
          <w:w w:val="90"/>
          <w:sz w:val="18"/>
          <w:szCs w:val="18"/>
          <w:lang w:eastAsia="en-US"/>
        </w:rPr>
      </w:pPr>
    </w:p>
    <w:tbl>
      <w:tblPr>
        <w:tblW w:w="935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620"/>
        <w:gridCol w:w="4058"/>
        <w:gridCol w:w="992"/>
        <w:gridCol w:w="2977"/>
      </w:tblGrid>
      <w:tr w:rsidR="00174771" w:rsidRPr="00524013" w14:paraId="3C2DE0F6" w14:textId="77777777" w:rsidTr="00E76C33">
        <w:trPr>
          <w:trHeight w:val="21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F5FEB" w14:textId="77777777" w:rsidR="00174771" w:rsidRPr="00524013" w:rsidRDefault="00174771" w:rsidP="00C01877">
            <w:pPr>
              <w:overflowPunct/>
              <w:autoSpaceDE/>
              <w:autoSpaceDN/>
              <w:adjustRightInd/>
              <w:spacing w:before="120" w:after="120" w:line="288" w:lineRule="auto"/>
              <w:jc w:val="center"/>
              <w:textAlignment w:val="auto"/>
              <w:rPr>
                <w:rFonts w:ascii="Verdana" w:hAnsi="Verdana"/>
                <w:bCs/>
                <w:color w:val="000000"/>
                <w:w w:val="90"/>
                <w:sz w:val="18"/>
                <w:szCs w:val="18"/>
              </w:rPr>
            </w:pPr>
            <w:r w:rsidRPr="00524013">
              <w:rPr>
                <w:rFonts w:ascii="Verdana" w:hAnsi="Verdana"/>
                <w:bCs/>
                <w:color w:val="000000"/>
                <w:w w:val="90"/>
                <w:sz w:val="18"/>
                <w:szCs w:val="18"/>
              </w:rPr>
              <w:t>l.p.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F9F4C" w14:textId="543CB774" w:rsidR="00174771" w:rsidRPr="00524013" w:rsidRDefault="00174771" w:rsidP="008D1DC0">
            <w:pPr>
              <w:overflowPunct/>
              <w:autoSpaceDE/>
              <w:autoSpaceDN/>
              <w:adjustRightInd/>
              <w:spacing w:before="120" w:after="120" w:line="288" w:lineRule="auto"/>
              <w:jc w:val="center"/>
              <w:textAlignment w:val="auto"/>
              <w:rPr>
                <w:rFonts w:ascii="Verdana" w:hAnsi="Verdana"/>
                <w:bCs/>
                <w:color w:val="000000"/>
                <w:w w:val="90"/>
                <w:sz w:val="18"/>
                <w:szCs w:val="18"/>
              </w:rPr>
            </w:pPr>
            <w:r w:rsidRPr="00524013">
              <w:rPr>
                <w:rFonts w:ascii="Verdana" w:hAnsi="Verdana"/>
                <w:bCs/>
                <w:color w:val="000000"/>
                <w:w w:val="90"/>
                <w:sz w:val="18"/>
                <w:szCs w:val="18"/>
              </w:rPr>
              <w:t>Pozycja formularza cenowego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F1A38" w14:textId="77777777" w:rsidR="00174771" w:rsidRPr="00524013" w:rsidRDefault="00174771" w:rsidP="00C01877">
            <w:pPr>
              <w:overflowPunct/>
              <w:autoSpaceDE/>
              <w:autoSpaceDN/>
              <w:adjustRightInd/>
              <w:spacing w:before="120" w:after="120" w:line="288" w:lineRule="auto"/>
              <w:jc w:val="center"/>
              <w:textAlignment w:val="auto"/>
              <w:rPr>
                <w:rFonts w:ascii="Verdana" w:hAnsi="Verdana"/>
                <w:bCs/>
                <w:color w:val="000000"/>
                <w:w w:val="90"/>
                <w:sz w:val="18"/>
                <w:szCs w:val="18"/>
              </w:rPr>
            </w:pPr>
            <w:r w:rsidRPr="00524013">
              <w:rPr>
                <w:rFonts w:ascii="Verdana" w:hAnsi="Verdana"/>
                <w:bCs/>
                <w:color w:val="000000"/>
                <w:w w:val="90"/>
                <w:sz w:val="18"/>
                <w:szCs w:val="18"/>
              </w:rPr>
              <w:t>Uwagi</w:t>
            </w:r>
          </w:p>
        </w:tc>
      </w:tr>
      <w:tr w:rsidR="00E76C33" w:rsidRPr="00524013" w14:paraId="1C68BB79" w14:textId="77777777" w:rsidTr="00E76C33">
        <w:trPr>
          <w:trHeight w:val="20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B9733" w14:textId="0CF8980F" w:rsidR="00E76C33" w:rsidRPr="00524013" w:rsidRDefault="00E76C33" w:rsidP="00386F24">
            <w:pPr>
              <w:overflowPunct/>
              <w:autoSpaceDE/>
              <w:autoSpaceDN/>
              <w:adjustRightInd/>
              <w:spacing w:before="120" w:after="120" w:line="288" w:lineRule="auto"/>
              <w:jc w:val="center"/>
              <w:textAlignment w:val="auto"/>
              <w:rPr>
                <w:rFonts w:ascii="Verdana" w:hAnsi="Verdana"/>
                <w:color w:val="000000"/>
                <w:w w:val="90"/>
                <w:sz w:val="18"/>
                <w:szCs w:val="18"/>
              </w:rPr>
            </w:pPr>
            <w:r w:rsidRPr="00524013">
              <w:rPr>
                <w:rFonts w:ascii="Verdana" w:hAnsi="Verdana"/>
                <w:color w:val="000000"/>
                <w:w w:val="90"/>
                <w:sz w:val="18"/>
                <w:szCs w:val="18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45FA9" w14:textId="754AC6FB" w:rsidR="00E76C33" w:rsidRPr="00524013" w:rsidRDefault="00E76C33" w:rsidP="00386F24">
            <w:pPr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Verdana" w:hAnsi="Verdana"/>
                <w:color w:val="000000"/>
                <w:w w:val="90"/>
                <w:sz w:val="18"/>
                <w:szCs w:val="18"/>
              </w:rPr>
            </w:pP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5118A" w14:textId="77777777" w:rsidR="00E76C33" w:rsidRPr="00524013" w:rsidRDefault="00E76C33" w:rsidP="00386F24">
            <w:pPr>
              <w:overflowPunct/>
              <w:autoSpaceDE/>
              <w:autoSpaceDN/>
              <w:adjustRightInd/>
              <w:spacing w:before="120" w:after="120"/>
              <w:jc w:val="left"/>
              <w:textAlignment w:val="auto"/>
              <w:rPr>
                <w:rFonts w:ascii="Verdana" w:hAnsi="Verdana"/>
                <w:color w:val="000000"/>
                <w:w w:val="9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6B1F5" w14:textId="41FAF544" w:rsidR="00E76C33" w:rsidRPr="00524013" w:rsidRDefault="00E76C33" w:rsidP="00386F24">
            <w:pPr>
              <w:overflowPunct/>
              <w:autoSpaceDE/>
              <w:autoSpaceDN/>
              <w:adjustRightInd/>
              <w:spacing w:before="120" w:after="120"/>
              <w:jc w:val="left"/>
              <w:textAlignment w:val="auto"/>
              <w:rPr>
                <w:rFonts w:ascii="Verdana" w:hAnsi="Verdana"/>
                <w:color w:val="000000"/>
                <w:w w:val="9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w w:val="90"/>
                <w:sz w:val="18"/>
                <w:szCs w:val="18"/>
              </w:rPr>
              <w:t>….. szt.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85DC7F" w14:textId="1F8BCC19" w:rsidR="00E76C33" w:rsidRPr="00524013" w:rsidRDefault="00E76C33" w:rsidP="00386F24">
            <w:pPr>
              <w:overflowPunct/>
              <w:autoSpaceDE/>
              <w:autoSpaceDN/>
              <w:adjustRightInd/>
              <w:spacing w:before="40" w:after="40"/>
              <w:jc w:val="center"/>
              <w:textAlignment w:val="auto"/>
              <w:rPr>
                <w:rFonts w:ascii="Verdana" w:hAnsi="Verdana"/>
                <w:w w:val="90"/>
                <w:sz w:val="18"/>
                <w:szCs w:val="18"/>
                <w:lang w:eastAsia="en-CA"/>
              </w:rPr>
            </w:pPr>
            <w:r>
              <w:rPr>
                <w:rFonts w:ascii="Verdana" w:hAnsi="Verdana"/>
                <w:w w:val="90"/>
                <w:sz w:val="18"/>
                <w:szCs w:val="18"/>
                <w:lang w:eastAsia="en-CA"/>
              </w:rPr>
              <w:t>np. …..</w:t>
            </w:r>
            <w:r w:rsidRPr="00524013">
              <w:rPr>
                <w:rFonts w:ascii="Verdana" w:hAnsi="Verdana"/>
                <w:w w:val="90"/>
                <w:sz w:val="18"/>
                <w:szCs w:val="18"/>
                <w:lang w:eastAsia="en-CA"/>
              </w:rPr>
              <w:t>%</w:t>
            </w:r>
          </w:p>
        </w:tc>
      </w:tr>
    </w:tbl>
    <w:p w14:paraId="1B721D98" w14:textId="77777777" w:rsidR="003021BC" w:rsidRPr="00524013" w:rsidRDefault="003021BC">
      <w:pPr>
        <w:rPr>
          <w:rFonts w:ascii="Verdana" w:hAnsi="Verdana"/>
          <w:w w:val="90"/>
          <w:sz w:val="18"/>
          <w:szCs w:val="18"/>
        </w:rPr>
      </w:pPr>
    </w:p>
    <w:p w14:paraId="03E6020D" w14:textId="77777777" w:rsidR="009D52AB" w:rsidRPr="00524013" w:rsidRDefault="009D52AB" w:rsidP="00031CB4">
      <w:pPr>
        <w:tabs>
          <w:tab w:val="left" w:pos="7539"/>
          <w:tab w:val="left" w:pos="8401"/>
        </w:tabs>
        <w:overflowPunct/>
        <w:autoSpaceDE/>
        <w:autoSpaceDN/>
        <w:adjustRightInd/>
        <w:spacing w:before="40" w:after="40"/>
        <w:jc w:val="left"/>
        <w:textAlignment w:val="auto"/>
        <w:rPr>
          <w:rFonts w:ascii="Verdana" w:hAnsi="Verdana"/>
          <w:bCs/>
          <w:color w:val="000000"/>
          <w:w w:val="90"/>
          <w:sz w:val="18"/>
          <w:szCs w:val="18"/>
        </w:rPr>
      </w:pPr>
    </w:p>
    <w:p w14:paraId="29E9582F" w14:textId="77777777" w:rsidR="003021BC" w:rsidRPr="00524013" w:rsidRDefault="003021BC" w:rsidP="00031CB4">
      <w:pPr>
        <w:tabs>
          <w:tab w:val="left" w:pos="7539"/>
          <w:tab w:val="left" w:pos="8401"/>
        </w:tabs>
        <w:overflowPunct/>
        <w:autoSpaceDE/>
        <w:autoSpaceDN/>
        <w:adjustRightInd/>
        <w:spacing w:before="40" w:after="40"/>
        <w:jc w:val="left"/>
        <w:textAlignment w:val="auto"/>
        <w:rPr>
          <w:rFonts w:ascii="Verdana" w:hAnsi="Verdana"/>
          <w:color w:val="000000"/>
          <w:w w:val="90"/>
          <w:sz w:val="18"/>
          <w:szCs w:val="18"/>
        </w:rPr>
      </w:pPr>
      <w:r w:rsidRPr="00524013">
        <w:rPr>
          <w:rFonts w:ascii="Verdana" w:hAnsi="Verdana"/>
          <w:bCs/>
          <w:color w:val="000000"/>
          <w:w w:val="90"/>
          <w:sz w:val="18"/>
          <w:szCs w:val="18"/>
        </w:rPr>
        <w:t>Przekazania dokumentacji dokonali przedstawic</w:t>
      </w:r>
      <w:r w:rsidR="00BE4DF8" w:rsidRPr="00524013">
        <w:rPr>
          <w:rFonts w:ascii="Verdana" w:hAnsi="Verdana"/>
          <w:bCs/>
          <w:color w:val="000000"/>
          <w:w w:val="90"/>
          <w:sz w:val="18"/>
          <w:szCs w:val="18"/>
        </w:rPr>
        <w:t>iele Zamawiającego i Wykonawcy:</w:t>
      </w:r>
    </w:p>
    <w:p w14:paraId="77E8C409" w14:textId="77777777" w:rsidR="00CB5A21" w:rsidRPr="00524013" w:rsidRDefault="00CB5A21" w:rsidP="00031CB4">
      <w:pPr>
        <w:overflowPunct/>
        <w:autoSpaceDE/>
        <w:autoSpaceDN/>
        <w:adjustRightInd/>
        <w:spacing w:before="40" w:after="40"/>
        <w:textAlignment w:val="auto"/>
        <w:rPr>
          <w:rFonts w:ascii="Verdana" w:hAnsi="Verdana"/>
          <w:bCs/>
          <w:color w:val="000000"/>
          <w:w w:val="90"/>
          <w:sz w:val="18"/>
          <w:szCs w:val="18"/>
        </w:rPr>
      </w:pPr>
    </w:p>
    <w:p w14:paraId="37B5799E" w14:textId="77777777" w:rsidR="003021BC" w:rsidRPr="00524013" w:rsidRDefault="003021BC" w:rsidP="00031CB4">
      <w:pPr>
        <w:overflowPunct/>
        <w:autoSpaceDE/>
        <w:autoSpaceDN/>
        <w:adjustRightInd/>
        <w:spacing w:before="40" w:after="40"/>
        <w:textAlignment w:val="auto"/>
        <w:rPr>
          <w:rFonts w:ascii="Verdana" w:hAnsi="Verdana"/>
          <w:color w:val="000000"/>
          <w:w w:val="90"/>
          <w:sz w:val="18"/>
          <w:szCs w:val="18"/>
        </w:rPr>
      </w:pPr>
      <w:r w:rsidRPr="00524013">
        <w:rPr>
          <w:rFonts w:ascii="Verdana" w:hAnsi="Verdana"/>
          <w:bCs/>
          <w:color w:val="000000"/>
          <w:w w:val="90"/>
          <w:sz w:val="18"/>
          <w:szCs w:val="18"/>
        </w:rPr>
        <w:t xml:space="preserve">Przedstawiciel </w:t>
      </w:r>
      <w:r w:rsidR="00031CB4" w:rsidRPr="00524013">
        <w:rPr>
          <w:rFonts w:ascii="Verdana" w:hAnsi="Verdana"/>
          <w:bCs/>
          <w:color w:val="000000"/>
          <w:w w:val="90"/>
          <w:sz w:val="18"/>
          <w:szCs w:val="18"/>
        </w:rPr>
        <w:tab/>
      </w:r>
      <w:r w:rsidR="00031CB4" w:rsidRPr="00524013">
        <w:rPr>
          <w:rFonts w:ascii="Verdana" w:hAnsi="Verdana"/>
          <w:bCs/>
          <w:color w:val="000000"/>
          <w:w w:val="90"/>
          <w:sz w:val="18"/>
          <w:szCs w:val="18"/>
        </w:rPr>
        <w:tab/>
      </w:r>
      <w:r w:rsidR="00031CB4" w:rsidRPr="00524013">
        <w:rPr>
          <w:rFonts w:ascii="Verdana" w:hAnsi="Verdana"/>
          <w:bCs/>
          <w:color w:val="000000"/>
          <w:w w:val="90"/>
          <w:sz w:val="18"/>
          <w:szCs w:val="18"/>
        </w:rPr>
        <w:tab/>
      </w:r>
      <w:r w:rsidR="00031CB4" w:rsidRPr="00524013">
        <w:rPr>
          <w:rFonts w:ascii="Verdana" w:hAnsi="Verdana"/>
          <w:bCs/>
          <w:color w:val="000000"/>
          <w:w w:val="90"/>
          <w:sz w:val="18"/>
          <w:szCs w:val="18"/>
        </w:rPr>
        <w:tab/>
      </w:r>
      <w:r w:rsidR="00031CB4" w:rsidRPr="00524013">
        <w:rPr>
          <w:rFonts w:ascii="Verdana" w:hAnsi="Verdana"/>
          <w:bCs/>
          <w:color w:val="000000"/>
          <w:w w:val="90"/>
          <w:sz w:val="18"/>
          <w:szCs w:val="18"/>
        </w:rPr>
        <w:tab/>
      </w:r>
      <w:r w:rsidR="00031CB4" w:rsidRPr="00524013">
        <w:rPr>
          <w:rFonts w:ascii="Verdana" w:hAnsi="Verdana"/>
          <w:bCs/>
          <w:color w:val="000000"/>
          <w:w w:val="90"/>
          <w:sz w:val="18"/>
          <w:szCs w:val="18"/>
        </w:rPr>
        <w:tab/>
      </w:r>
      <w:r w:rsidR="001B7D50" w:rsidRPr="00524013">
        <w:rPr>
          <w:rFonts w:ascii="Verdana" w:hAnsi="Verdana"/>
          <w:bCs/>
          <w:color w:val="000000"/>
          <w:w w:val="90"/>
          <w:sz w:val="18"/>
          <w:szCs w:val="18"/>
        </w:rPr>
        <w:tab/>
      </w:r>
      <w:proofErr w:type="spellStart"/>
      <w:r w:rsidRPr="00524013">
        <w:rPr>
          <w:rFonts w:ascii="Verdana" w:hAnsi="Verdana"/>
          <w:bCs/>
          <w:color w:val="000000"/>
          <w:w w:val="90"/>
          <w:sz w:val="18"/>
          <w:szCs w:val="18"/>
        </w:rPr>
        <w:t>Przedstawiciel</w:t>
      </w:r>
      <w:proofErr w:type="spellEnd"/>
      <w:r w:rsidRPr="00524013">
        <w:rPr>
          <w:rFonts w:ascii="Verdana" w:hAnsi="Verdana"/>
          <w:bCs/>
          <w:color w:val="000000"/>
          <w:w w:val="90"/>
          <w:sz w:val="18"/>
          <w:szCs w:val="18"/>
        </w:rPr>
        <w:t xml:space="preserve"> </w:t>
      </w:r>
    </w:p>
    <w:p w14:paraId="48076F0D" w14:textId="77777777" w:rsidR="00031CB4" w:rsidRPr="00524013" w:rsidRDefault="00031CB4" w:rsidP="00031CB4">
      <w:pPr>
        <w:overflowPunct/>
        <w:autoSpaceDE/>
        <w:autoSpaceDN/>
        <w:adjustRightInd/>
        <w:spacing w:before="40" w:after="40"/>
        <w:textAlignment w:val="auto"/>
        <w:rPr>
          <w:rFonts w:ascii="Verdana" w:hAnsi="Verdana"/>
          <w:color w:val="000000"/>
          <w:w w:val="90"/>
          <w:sz w:val="18"/>
          <w:szCs w:val="18"/>
        </w:rPr>
      </w:pPr>
      <w:r w:rsidRPr="00524013">
        <w:rPr>
          <w:rFonts w:ascii="Verdana" w:hAnsi="Verdana"/>
          <w:bCs/>
          <w:color w:val="000000"/>
          <w:w w:val="90"/>
          <w:sz w:val="18"/>
          <w:szCs w:val="18"/>
        </w:rPr>
        <w:t xml:space="preserve">Wykonawcy </w:t>
      </w:r>
      <w:r w:rsidRPr="00524013">
        <w:rPr>
          <w:rFonts w:ascii="Verdana" w:hAnsi="Verdana"/>
          <w:bCs/>
          <w:color w:val="000000"/>
          <w:w w:val="90"/>
          <w:sz w:val="18"/>
          <w:szCs w:val="18"/>
        </w:rPr>
        <w:tab/>
      </w:r>
      <w:r w:rsidRPr="00524013">
        <w:rPr>
          <w:rFonts w:ascii="Verdana" w:hAnsi="Verdana"/>
          <w:bCs/>
          <w:color w:val="000000"/>
          <w:w w:val="90"/>
          <w:sz w:val="18"/>
          <w:szCs w:val="18"/>
        </w:rPr>
        <w:tab/>
      </w:r>
      <w:r w:rsidRPr="00524013">
        <w:rPr>
          <w:rFonts w:ascii="Verdana" w:hAnsi="Verdana"/>
          <w:bCs/>
          <w:color w:val="000000"/>
          <w:w w:val="90"/>
          <w:sz w:val="18"/>
          <w:szCs w:val="18"/>
        </w:rPr>
        <w:tab/>
      </w:r>
      <w:r w:rsidRPr="00524013">
        <w:rPr>
          <w:rFonts w:ascii="Verdana" w:hAnsi="Verdana"/>
          <w:bCs/>
          <w:color w:val="000000"/>
          <w:w w:val="90"/>
          <w:sz w:val="18"/>
          <w:szCs w:val="18"/>
        </w:rPr>
        <w:tab/>
      </w:r>
      <w:r w:rsidRPr="00524013">
        <w:rPr>
          <w:rFonts w:ascii="Verdana" w:hAnsi="Verdana"/>
          <w:bCs/>
          <w:color w:val="000000"/>
          <w:w w:val="90"/>
          <w:sz w:val="18"/>
          <w:szCs w:val="18"/>
        </w:rPr>
        <w:tab/>
      </w:r>
      <w:r w:rsidRPr="00524013">
        <w:rPr>
          <w:rFonts w:ascii="Verdana" w:hAnsi="Verdana"/>
          <w:bCs/>
          <w:color w:val="000000"/>
          <w:w w:val="90"/>
          <w:sz w:val="18"/>
          <w:szCs w:val="18"/>
        </w:rPr>
        <w:tab/>
      </w:r>
      <w:r w:rsidRPr="00524013">
        <w:rPr>
          <w:rFonts w:ascii="Verdana" w:hAnsi="Verdana"/>
          <w:bCs/>
          <w:color w:val="000000"/>
          <w:w w:val="90"/>
          <w:sz w:val="18"/>
          <w:szCs w:val="18"/>
        </w:rPr>
        <w:tab/>
        <w:t>Zamawiającego</w:t>
      </w:r>
    </w:p>
    <w:p w14:paraId="603C1897" w14:textId="77777777" w:rsidR="003021BC" w:rsidRPr="00524013" w:rsidRDefault="003021BC" w:rsidP="00031CB4">
      <w:pPr>
        <w:overflowPunct/>
        <w:autoSpaceDE/>
        <w:autoSpaceDN/>
        <w:adjustRightInd/>
        <w:spacing w:before="40" w:after="40"/>
        <w:textAlignment w:val="auto"/>
        <w:rPr>
          <w:rFonts w:ascii="Verdana" w:hAnsi="Verdana"/>
          <w:color w:val="000000"/>
          <w:w w:val="90"/>
          <w:sz w:val="18"/>
          <w:szCs w:val="18"/>
        </w:rPr>
      </w:pPr>
    </w:p>
    <w:p w14:paraId="7C885502" w14:textId="77777777" w:rsidR="00BE394D" w:rsidRPr="00524013" w:rsidRDefault="00BE394D">
      <w:pPr>
        <w:overflowPunct/>
        <w:autoSpaceDE/>
        <w:autoSpaceDN/>
        <w:adjustRightInd/>
        <w:jc w:val="left"/>
        <w:textAlignment w:val="auto"/>
        <w:rPr>
          <w:rFonts w:ascii="Verdana" w:eastAsia="Calibri" w:hAnsi="Verdana"/>
          <w:b/>
          <w:w w:val="90"/>
          <w:sz w:val="18"/>
          <w:szCs w:val="18"/>
          <w:u w:val="single"/>
          <w:lang w:eastAsia="en-US"/>
        </w:rPr>
      </w:pPr>
      <w:r w:rsidRPr="00524013">
        <w:rPr>
          <w:rFonts w:ascii="Verdana" w:eastAsia="Calibri" w:hAnsi="Verdana"/>
          <w:b/>
          <w:w w:val="90"/>
          <w:sz w:val="18"/>
          <w:szCs w:val="18"/>
          <w:u w:val="single"/>
          <w:lang w:eastAsia="en-US"/>
        </w:rPr>
        <w:br w:type="page"/>
      </w:r>
    </w:p>
    <w:p w14:paraId="15322D1C" w14:textId="77777777" w:rsidR="0088679D" w:rsidRPr="00524013" w:rsidRDefault="0088679D" w:rsidP="00031CB4">
      <w:pPr>
        <w:overflowPunct/>
        <w:autoSpaceDE/>
        <w:autoSpaceDN/>
        <w:adjustRightInd/>
        <w:spacing w:before="40" w:after="40"/>
        <w:textAlignment w:val="auto"/>
        <w:rPr>
          <w:rFonts w:ascii="Verdana" w:eastAsia="Calibri" w:hAnsi="Verdana"/>
          <w:b/>
          <w:w w:val="90"/>
          <w:sz w:val="18"/>
          <w:szCs w:val="18"/>
          <w:lang w:eastAsia="en-US"/>
        </w:rPr>
      </w:pPr>
      <w:r w:rsidRPr="00524013">
        <w:rPr>
          <w:rFonts w:ascii="Verdana" w:eastAsia="Calibri" w:hAnsi="Verdana"/>
          <w:b/>
          <w:w w:val="90"/>
          <w:sz w:val="18"/>
          <w:szCs w:val="18"/>
          <w:u w:val="single"/>
          <w:lang w:eastAsia="en-US"/>
        </w:rPr>
        <w:lastRenderedPageBreak/>
        <w:t>Odbiór</w:t>
      </w:r>
      <w:r w:rsidRPr="00524013">
        <w:rPr>
          <w:rFonts w:ascii="Verdana" w:eastAsia="Calibri" w:hAnsi="Verdana"/>
          <w:b/>
          <w:w w:val="90"/>
          <w:sz w:val="18"/>
          <w:szCs w:val="18"/>
          <w:lang w:eastAsia="en-US"/>
        </w:rPr>
        <w:t xml:space="preserve"> </w:t>
      </w:r>
      <w:r w:rsidRPr="00524013">
        <w:rPr>
          <w:rFonts w:ascii="Verdana" w:eastAsia="Calibri" w:hAnsi="Verdana"/>
          <w:b/>
          <w:w w:val="90"/>
          <w:sz w:val="18"/>
          <w:szCs w:val="18"/>
          <w:u w:val="single"/>
          <w:lang w:eastAsia="en-US"/>
        </w:rPr>
        <w:t>dokumentacji:</w:t>
      </w:r>
    </w:p>
    <w:p w14:paraId="3C1A53A5" w14:textId="493E95C4" w:rsidR="00BD44D0" w:rsidRPr="00524013" w:rsidRDefault="00BD44D0" w:rsidP="00BD44D0">
      <w:pPr>
        <w:overflowPunct/>
        <w:autoSpaceDE/>
        <w:autoSpaceDN/>
        <w:adjustRightInd/>
        <w:spacing w:before="40" w:after="40"/>
        <w:textAlignment w:val="auto"/>
        <w:rPr>
          <w:rFonts w:ascii="Verdana" w:hAnsi="Verdana"/>
          <w:color w:val="000000"/>
          <w:w w:val="90"/>
          <w:sz w:val="18"/>
          <w:szCs w:val="18"/>
        </w:rPr>
      </w:pPr>
      <w:r w:rsidRPr="00524013">
        <w:rPr>
          <w:rFonts w:ascii="Verdana" w:eastAsia="Calibri" w:hAnsi="Verdana"/>
          <w:w w:val="90"/>
          <w:sz w:val="18"/>
          <w:szCs w:val="18"/>
          <w:lang w:eastAsia="en-US"/>
        </w:rPr>
        <w:t xml:space="preserve">Zatwierdzenie </w:t>
      </w:r>
      <w:r w:rsidR="00E76C33">
        <w:rPr>
          <w:rFonts w:ascii="Verdana" w:eastAsia="Calibri" w:hAnsi="Verdana"/>
          <w:w w:val="90"/>
          <w:sz w:val="18"/>
          <w:szCs w:val="18"/>
          <w:lang w:eastAsia="en-US"/>
        </w:rPr>
        <w:t>……………………</w:t>
      </w:r>
      <w:r w:rsidRPr="00524013">
        <w:rPr>
          <w:rFonts w:ascii="Verdana" w:eastAsia="Calibri" w:hAnsi="Verdana"/>
          <w:w w:val="90"/>
          <w:sz w:val="18"/>
          <w:szCs w:val="18"/>
          <w:lang w:eastAsia="en-US"/>
        </w:rPr>
        <w:t xml:space="preserve"> przez </w:t>
      </w:r>
      <w:r w:rsidR="00F56123" w:rsidRPr="00524013">
        <w:rPr>
          <w:rFonts w:ascii="Verdana" w:eastAsia="Calibri" w:hAnsi="Verdana"/>
          <w:w w:val="90"/>
          <w:sz w:val="18"/>
          <w:szCs w:val="18"/>
          <w:lang w:eastAsia="en-US"/>
        </w:rPr>
        <w:t>Zamawiającego</w:t>
      </w:r>
      <w:r w:rsidRPr="00524013">
        <w:rPr>
          <w:rFonts w:ascii="Verdana" w:eastAsia="Calibri" w:hAnsi="Verdana"/>
          <w:w w:val="90"/>
          <w:sz w:val="18"/>
          <w:szCs w:val="18"/>
          <w:lang w:eastAsia="en-US"/>
        </w:rPr>
        <w:t xml:space="preserve"> pismem znak: </w:t>
      </w:r>
      <w:r w:rsidR="00E76C33">
        <w:rPr>
          <w:rFonts w:ascii="Verdana" w:eastAsia="Calibri" w:hAnsi="Verdana"/>
          <w:w w:val="90"/>
          <w:sz w:val="18"/>
          <w:szCs w:val="18"/>
          <w:lang w:eastAsia="en-US"/>
        </w:rPr>
        <w:t>…………………………………</w:t>
      </w:r>
    </w:p>
    <w:p w14:paraId="14F7C5F9" w14:textId="77777777" w:rsidR="00BD44D0" w:rsidRPr="00524013" w:rsidRDefault="00BD44D0" w:rsidP="00031CB4">
      <w:pPr>
        <w:overflowPunct/>
        <w:autoSpaceDE/>
        <w:autoSpaceDN/>
        <w:adjustRightInd/>
        <w:spacing w:before="40" w:after="40"/>
        <w:textAlignment w:val="auto"/>
        <w:rPr>
          <w:rFonts w:ascii="Verdana" w:eastAsia="Calibri" w:hAnsi="Verdana"/>
          <w:w w:val="90"/>
          <w:sz w:val="18"/>
          <w:szCs w:val="18"/>
          <w:lang w:eastAsia="en-US"/>
        </w:rPr>
      </w:pPr>
    </w:p>
    <w:p w14:paraId="5A9D4EF1" w14:textId="5907A2A7" w:rsidR="0088679D" w:rsidRPr="00524013" w:rsidRDefault="0088679D" w:rsidP="00031CB4">
      <w:pPr>
        <w:overflowPunct/>
        <w:autoSpaceDE/>
        <w:autoSpaceDN/>
        <w:adjustRightInd/>
        <w:spacing w:before="40" w:after="40"/>
        <w:textAlignment w:val="auto"/>
        <w:rPr>
          <w:rFonts w:ascii="Verdana" w:eastAsia="Calibri" w:hAnsi="Verdana"/>
          <w:w w:val="90"/>
          <w:sz w:val="18"/>
          <w:szCs w:val="18"/>
          <w:lang w:eastAsia="en-US"/>
        </w:rPr>
      </w:pPr>
      <w:r w:rsidRPr="00524013">
        <w:rPr>
          <w:rFonts w:ascii="Verdana" w:eastAsia="Calibri" w:hAnsi="Verdana"/>
          <w:w w:val="90"/>
          <w:sz w:val="18"/>
          <w:szCs w:val="18"/>
          <w:lang w:eastAsia="en-US"/>
        </w:rPr>
        <w:t>Uwagi:</w:t>
      </w:r>
    </w:p>
    <w:p w14:paraId="5FEA625E" w14:textId="77777777" w:rsidR="0088679D" w:rsidRPr="00524013" w:rsidRDefault="0088679D" w:rsidP="00031CB4">
      <w:pPr>
        <w:overflowPunct/>
        <w:autoSpaceDE/>
        <w:autoSpaceDN/>
        <w:adjustRightInd/>
        <w:spacing w:before="40" w:after="40"/>
        <w:textAlignment w:val="auto"/>
        <w:rPr>
          <w:rFonts w:ascii="Verdana" w:eastAsia="Calibri" w:hAnsi="Verdana"/>
          <w:w w:val="90"/>
          <w:sz w:val="18"/>
          <w:szCs w:val="18"/>
          <w:lang w:eastAsia="en-US"/>
        </w:rPr>
      </w:pPr>
      <w:r w:rsidRPr="00524013">
        <w:rPr>
          <w:rFonts w:ascii="Verdana" w:eastAsia="Calibri" w:hAnsi="Verdana"/>
          <w:i/>
          <w:w w:val="90"/>
          <w:sz w:val="18"/>
          <w:szCs w:val="18"/>
          <w:lang w:eastAsia="en-US"/>
        </w:rPr>
        <w:t>Wykonawca oświadcza, że przedmiot zamówienia jest wykonany zgodnie z Umową, obowiązującymi przepisami oraz normami i wytycznymi oraz, że został wykonany w stanie kompletnym z punktu widzenia celu, któremu ma służyć.</w:t>
      </w:r>
      <w:r w:rsidR="00581C33" w:rsidRPr="00524013">
        <w:rPr>
          <w:rFonts w:ascii="Verdana" w:eastAsia="Calibri" w:hAnsi="Verdana"/>
          <w:i/>
          <w:w w:val="90"/>
          <w:sz w:val="18"/>
          <w:szCs w:val="18"/>
          <w:lang w:eastAsia="en-US"/>
        </w:rPr>
        <w:t xml:space="preserve"> </w:t>
      </w:r>
    </w:p>
    <w:p w14:paraId="3DCCA2CA" w14:textId="77777777" w:rsidR="00BE4DF8" w:rsidRPr="00524013" w:rsidRDefault="00BE4DF8" w:rsidP="00BE4DF8">
      <w:pPr>
        <w:overflowPunct/>
        <w:autoSpaceDE/>
        <w:autoSpaceDN/>
        <w:adjustRightInd/>
        <w:spacing w:before="120"/>
        <w:textAlignment w:val="auto"/>
        <w:rPr>
          <w:rFonts w:ascii="Verdana" w:hAnsi="Verdana"/>
          <w:w w:val="90"/>
          <w:sz w:val="18"/>
          <w:szCs w:val="18"/>
        </w:rPr>
      </w:pPr>
      <w:r w:rsidRPr="00524013">
        <w:rPr>
          <w:rFonts w:ascii="Verdana" w:hAnsi="Verdana"/>
          <w:w w:val="90"/>
          <w:sz w:val="18"/>
          <w:szCs w:val="18"/>
        </w:rPr>
        <w:t>Protokół nie stanowi zwolnienia od odpowiedzialności za wady i braki dokumentacji projektowej nałożonej na Wykonawcę w umowie.</w:t>
      </w:r>
    </w:p>
    <w:p w14:paraId="6E8DF5C6" w14:textId="468C6DFC" w:rsidR="00031CB4" w:rsidRPr="00524013" w:rsidRDefault="00BE4DF8" w:rsidP="00BE4DF8">
      <w:pPr>
        <w:overflowPunct/>
        <w:autoSpaceDE/>
        <w:autoSpaceDN/>
        <w:adjustRightInd/>
        <w:spacing w:before="40" w:after="40"/>
        <w:textAlignment w:val="auto"/>
        <w:rPr>
          <w:rFonts w:ascii="Verdana" w:eastAsia="Calibri" w:hAnsi="Verdana"/>
          <w:b/>
          <w:w w:val="90"/>
          <w:sz w:val="18"/>
          <w:szCs w:val="18"/>
          <w:u w:val="single"/>
          <w:lang w:eastAsia="en-US"/>
        </w:rPr>
      </w:pPr>
      <w:r w:rsidRPr="00524013">
        <w:rPr>
          <w:rFonts w:ascii="Verdana" w:hAnsi="Verdana"/>
          <w:w w:val="90"/>
          <w:sz w:val="18"/>
          <w:szCs w:val="18"/>
        </w:rPr>
        <w:t>Na mocy art. 20 ustawy z dnia 7 lipca 1994r. Prawo budowlane (</w:t>
      </w:r>
      <w:r w:rsidR="00E9095F" w:rsidRPr="00524013">
        <w:rPr>
          <w:rFonts w:ascii="Verdana" w:hAnsi="Verdana"/>
          <w:bCs/>
          <w:w w:val="90"/>
          <w:kern w:val="36"/>
          <w:sz w:val="18"/>
          <w:szCs w:val="18"/>
        </w:rPr>
        <w:t xml:space="preserve">Dz.U. </w:t>
      </w:r>
      <w:r w:rsidR="009E6FC8">
        <w:rPr>
          <w:rFonts w:ascii="Verdana" w:hAnsi="Verdana"/>
          <w:bCs/>
          <w:w w:val="90"/>
          <w:kern w:val="36"/>
          <w:sz w:val="18"/>
          <w:szCs w:val="18"/>
        </w:rPr>
        <w:t>2025</w:t>
      </w:r>
      <w:r w:rsidR="00E9095F" w:rsidRPr="00524013">
        <w:rPr>
          <w:rFonts w:ascii="Verdana" w:hAnsi="Verdana"/>
          <w:bCs/>
          <w:w w:val="90"/>
          <w:kern w:val="36"/>
          <w:sz w:val="18"/>
          <w:szCs w:val="18"/>
        </w:rPr>
        <w:t xml:space="preserve">poz. </w:t>
      </w:r>
      <w:r w:rsidR="009E6FC8">
        <w:rPr>
          <w:rFonts w:ascii="Verdana" w:hAnsi="Verdana"/>
          <w:bCs/>
          <w:w w:val="90"/>
          <w:kern w:val="36"/>
          <w:sz w:val="18"/>
          <w:szCs w:val="18"/>
        </w:rPr>
        <w:t>418</w:t>
      </w:r>
      <w:r w:rsidRPr="00524013">
        <w:rPr>
          <w:rFonts w:ascii="Verdana" w:hAnsi="Verdana"/>
          <w:w w:val="90"/>
          <w:sz w:val="18"/>
          <w:szCs w:val="18"/>
        </w:rPr>
        <w:t>) żadne uzgodnienie, sprawdzenie, zezwolenie, zgoda, pozytywna opinia, odbiór dokumentacji projektowej przez Zamawiającego nie zwalnia Wykonawcy (Projektanta) z jakiejkolwiek odpowiedzialności za przyjęte rozwiązania. Żaden brak dezaprobaty Zamawiającego w odniesieniu do jakichkolwiek działań Wykonawcy (Projektanta) nie stanowi ich aprobaty i nie może być powodem roszczeń w stosunku do GDDKiA na etapie przygotowania i realizacji przedmiotowej inwestycji.</w:t>
      </w:r>
    </w:p>
    <w:p w14:paraId="571A9754" w14:textId="77777777" w:rsidR="00F90800" w:rsidRPr="00524013" w:rsidRDefault="00F90800">
      <w:pPr>
        <w:overflowPunct/>
        <w:autoSpaceDE/>
        <w:autoSpaceDN/>
        <w:adjustRightInd/>
        <w:jc w:val="left"/>
        <w:textAlignment w:val="auto"/>
        <w:rPr>
          <w:rFonts w:ascii="Verdana" w:eastAsia="Calibri" w:hAnsi="Verdana"/>
          <w:b/>
          <w:w w:val="90"/>
          <w:sz w:val="18"/>
          <w:szCs w:val="18"/>
          <w:u w:val="single"/>
          <w:lang w:eastAsia="en-US"/>
        </w:rPr>
      </w:pPr>
    </w:p>
    <w:p w14:paraId="322C48A9" w14:textId="77777777" w:rsidR="0088679D" w:rsidRPr="00524013" w:rsidRDefault="0088679D" w:rsidP="00031CB4">
      <w:pPr>
        <w:overflowPunct/>
        <w:autoSpaceDE/>
        <w:autoSpaceDN/>
        <w:adjustRightInd/>
        <w:spacing w:before="40" w:after="40"/>
        <w:textAlignment w:val="auto"/>
        <w:rPr>
          <w:rFonts w:ascii="Verdana" w:eastAsia="Calibri" w:hAnsi="Verdana"/>
          <w:b/>
          <w:w w:val="90"/>
          <w:sz w:val="18"/>
          <w:szCs w:val="18"/>
          <w:u w:val="single"/>
          <w:lang w:eastAsia="en-US"/>
        </w:rPr>
      </w:pPr>
      <w:r w:rsidRPr="00524013">
        <w:rPr>
          <w:rFonts w:ascii="Verdana" w:eastAsia="Calibri" w:hAnsi="Verdana"/>
          <w:b/>
          <w:w w:val="90"/>
          <w:sz w:val="18"/>
          <w:szCs w:val="18"/>
          <w:u w:val="single"/>
          <w:lang w:eastAsia="en-US"/>
        </w:rPr>
        <w:t>Rozliczenie umowy:</w:t>
      </w:r>
    </w:p>
    <w:p w14:paraId="5DD6CDEE" w14:textId="55B359E9" w:rsidR="00BF29C3" w:rsidRPr="00524013" w:rsidRDefault="001B7D50" w:rsidP="001B7D50">
      <w:pPr>
        <w:overflowPunct/>
        <w:autoSpaceDE/>
        <w:autoSpaceDN/>
        <w:adjustRightInd/>
        <w:textAlignment w:val="auto"/>
        <w:rPr>
          <w:rFonts w:ascii="Verdana" w:eastAsia="Calibri" w:hAnsi="Verdana"/>
          <w:w w:val="90"/>
          <w:sz w:val="18"/>
          <w:szCs w:val="18"/>
          <w:lang w:eastAsia="en-US"/>
        </w:rPr>
      </w:pPr>
      <w:r w:rsidRPr="00524013">
        <w:rPr>
          <w:rFonts w:ascii="Verdana" w:eastAsia="Calibri" w:hAnsi="Verdana"/>
          <w:w w:val="90"/>
          <w:sz w:val="18"/>
          <w:szCs w:val="18"/>
          <w:lang w:eastAsia="en-US"/>
        </w:rPr>
        <w:t>Wynagrodzenie umowne</w:t>
      </w:r>
      <w:r w:rsidR="00ED24AE" w:rsidRPr="00524013">
        <w:rPr>
          <w:rFonts w:ascii="Verdana" w:eastAsia="Calibri" w:hAnsi="Verdana"/>
          <w:w w:val="90"/>
          <w:sz w:val="18"/>
          <w:szCs w:val="18"/>
          <w:lang w:eastAsia="en-US"/>
        </w:rPr>
        <w:t>:</w:t>
      </w:r>
      <w:r w:rsidR="005C2986" w:rsidRPr="00524013">
        <w:rPr>
          <w:rFonts w:ascii="Verdana" w:eastAsia="Calibri" w:hAnsi="Verdana"/>
          <w:w w:val="90"/>
          <w:sz w:val="18"/>
          <w:szCs w:val="18"/>
          <w:lang w:eastAsia="en-US"/>
        </w:rPr>
        <w:t xml:space="preserve"> </w:t>
      </w:r>
      <w:r w:rsidR="00E76C33">
        <w:rPr>
          <w:rFonts w:ascii="Verdana" w:eastAsia="Calibri" w:hAnsi="Verdana"/>
          <w:w w:val="90"/>
          <w:sz w:val="18"/>
          <w:szCs w:val="18"/>
          <w:lang w:eastAsia="en-US"/>
        </w:rPr>
        <w:t>………………………..</w:t>
      </w:r>
      <w:r w:rsidR="009E6FC8">
        <w:rPr>
          <w:rFonts w:ascii="Verdana" w:eastAsia="Calibri" w:hAnsi="Verdana"/>
          <w:w w:val="90"/>
          <w:sz w:val="18"/>
          <w:szCs w:val="18"/>
          <w:lang w:eastAsia="en-US"/>
        </w:rPr>
        <w:t xml:space="preserve"> (netto/brutto)</w:t>
      </w:r>
    </w:p>
    <w:p w14:paraId="552F8514" w14:textId="77777777" w:rsidR="00D95021" w:rsidRPr="00524013" w:rsidRDefault="00D95021" w:rsidP="00031CB4">
      <w:pPr>
        <w:overflowPunct/>
        <w:autoSpaceDE/>
        <w:autoSpaceDN/>
        <w:adjustRightInd/>
        <w:spacing w:before="40" w:after="40"/>
        <w:textAlignment w:val="auto"/>
        <w:rPr>
          <w:rFonts w:ascii="Verdana" w:eastAsia="Calibri" w:hAnsi="Verdana"/>
          <w:color w:val="EE0000"/>
          <w:w w:val="90"/>
          <w:sz w:val="18"/>
          <w:szCs w:val="18"/>
          <w:lang w:eastAsia="en-US"/>
        </w:rPr>
      </w:pPr>
    </w:p>
    <w:p w14:paraId="1B1127B6" w14:textId="01C3495A" w:rsidR="0088679D" w:rsidRPr="00524013" w:rsidRDefault="0088679D" w:rsidP="00031CB4">
      <w:pPr>
        <w:overflowPunct/>
        <w:autoSpaceDE/>
        <w:autoSpaceDN/>
        <w:adjustRightInd/>
        <w:spacing w:before="40" w:after="40"/>
        <w:textAlignment w:val="auto"/>
        <w:rPr>
          <w:rFonts w:ascii="Verdana" w:eastAsia="Calibri" w:hAnsi="Verdana"/>
          <w:w w:val="90"/>
          <w:sz w:val="18"/>
          <w:szCs w:val="18"/>
          <w:lang w:eastAsia="en-US"/>
        </w:rPr>
      </w:pPr>
      <w:r w:rsidRPr="00524013">
        <w:rPr>
          <w:rFonts w:ascii="Verdana" w:eastAsia="Calibri" w:hAnsi="Verdana"/>
          <w:w w:val="90"/>
          <w:sz w:val="18"/>
          <w:szCs w:val="18"/>
          <w:lang w:eastAsia="en-US"/>
        </w:rPr>
        <w:t>Do czasu sporządzenia niniejszego protokołu wynagrodzenie umowne zostało zrealizowane do kwoty</w:t>
      </w:r>
      <w:r w:rsidR="008C691B" w:rsidRPr="00524013">
        <w:rPr>
          <w:rFonts w:ascii="Verdana" w:eastAsia="Calibri" w:hAnsi="Verdana"/>
          <w:w w:val="90"/>
          <w:sz w:val="18"/>
          <w:szCs w:val="18"/>
          <w:lang w:eastAsia="en-US"/>
        </w:rPr>
        <w:t xml:space="preserve"> </w:t>
      </w:r>
      <w:r w:rsidR="009B431E" w:rsidRPr="00524013">
        <w:rPr>
          <w:rFonts w:ascii="Verdana" w:eastAsia="Calibri" w:hAnsi="Verdana"/>
          <w:w w:val="90"/>
          <w:sz w:val="18"/>
          <w:szCs w:val="18"/>
          <w:lang w:eastAsia="en-US"/>
        </w:rPr>
        <w:br/>
      </w:r>
      <w:r w:rsidR="00E76C33">
        <w:rPr>
          <w:rFonts w:ascii="Verdana" w:eastAsia="Calibri" w:hAnsi="Verdana"/>
          <w:w w:val="90"/>
          <w:sz w:val="18"/>
          <w:szCs w:val="18"/>
          <w:lang w:eastAsia="en-US"/>
        </w:rPr>
        <w:t>……………………</w:t>
      </w:r>
      <w:r w:rsidR="0088354E" w:rsidRPr="00524013">
        <w:rPr>
          <w:rFonts w:ascii="Verdana" w:eastAsia="Calibri" w:hAnsi="Verdana"/>
          <w:w w:val="90"/>
          <w:sz w:val="18"/>
          <w:szCs w:val="18"/>
          <w:lang w:eastAsia="en-US"/>
        </w:rPr>
        <w:t xml:space="preserve"> (netto/brutto</w:t>
      </w:r>
      <w:r w:rsidR="00E76C33">
        <w:rPr>
          <w:rFonts w:ascii="Verdana" w:eastAsia="Calibri" w:hAnsi="Verdana"/>
          <w:w w:val="90"/>
          <w:sz w:val="18"/>
          <w:szCs w:val="18"/>
          <w:lang w:eastAsia="en-US"/>
        </w:rPr>
        <w:t>,</w:t>
      </w:r>
      <w:r w:rsidRPr="00524013">
        <w:rPr>
          <w:rFonts w:ascii="Verdana" w:eastAsia="Calibri" w:hAnsi="Verdana"/>
          <w:w w:val="90"/>
          <w:sz w:val="18"/>
          <w:szCs w:val="18"/>
          <w:lang w:eastAsia="en-US"/>
        </w:rPr>
        <w:t xml:space="preserve"> na które składają się poniższe płatności:</w:t>
      </w:r>
    </w:p>
    <w:p w14:paraId="77CBFC8D" w14:textId="3F165A07" w:rsidR="0044703A" w:rsidRDefault="00A921ED" w:rsidP="00E76C33">
      <w:pPr>
        <w:numPr>
          <w:ilvl w:val="0"/>
          <w:numId w:val="6"/>
        </w:numPr>
        <w:overflowPunct/>
        <w:autoSpaceDE/>
        <w:autoSpaceDN/>
        <w:adjustRightInd/>
        <w:spacing w:before="40" w:after="40"/>
        <w:ind w:left="284" w:hanging="284"/>
        <w:textAlignment w:val="auto"/>
        <w:rPr>
          <w:rFonts w:ascii="Verdana" w:eastAsia="Calibri" w:hAnsi="Verdana"/>
          <w:color w:val="EE0000"/>
          <w:w w:val="90"/>
          <w:sz w:val="18"/>
          <w:szCs w:val="18"/>
          <w:lang w:eastAsia="en-US"/>
        </w:rPr>
      </w:pPr>
      <w:r w:rsidRPr="00524013">
        <w:rPr>
          <w:rFonts w:ascii="Verdana" w:eastAsia="Calibri" w:hAnsi="Verdana"/>
          <w:w w:val="90"/>
          <w:sz w:val="18"/>
          <w:szCs w:val="18"/>
          <w:lang w:eastAsia="en-US"/>
        </w:rPr>
        <w:t xml:space="preserve">Nr faktury </w:t>
      </w:r>
      <w:r w:rsidR="00E76C33">
        <w:rPr>
          <w:rFonts w:ascii="Verdana" w:eastAsia="Calibri" w:hAnsi="Verdana"/>
          <w:w w:val="90"/>
          <w:sz w:val="18"/>
          <w:szCs w:val="18"/>
          <w:lang w:eastAsia="en-US"/>
        </w:rPr>
        <w:t>………………….</w:t>
      </w:r>
      <w:r w:rsidR="003F3A95" w:rsidRPr="00524013">
        <w:rPr>
          <w:rFonts w:ascii="Verdana" w:hAnsi="Verdana"/>
          <w:w w:val="90"/>
          <w:sz w:val="18"/>
          <w:szCs w:val="18"/>
        </w:rPr>
        <w:t xml:space="preserve"> z dnia </w:t>
      </w:r>
      <w:r w:rsidR="00E76C33">
        <w:rPr>
          <w:rFonts w:ascii="Verdana" w:hAnsi="Verdana"/>
          <w:w w:val="90"/>
          <w:sz w:val="18"/>
          <w:szCs w:val="18"/>
        </w:rPr>
        <w:t>……………………</w:t>
      </w:r>
      <w:r w:rsidRPr="00524013">
        <w:rPr>
          <w:rFonts w:ascii="Verdana" w:eastAsia="Calibri" w:hAnsi="Verdana"/>
          <w:w w:val="90"/>
          <w:sz w:val="18"/>
          <w:szCs w:val="18"/>
          <w:lang w:eastAsia="en-US"/>
        </w:rPr>
        <w:t xml:space="preserve"> - faktura częściowa – </w:t>
      </w:r>
      <w:r w:rsidR="00E76C33" w:rsidRPr="00E76C33">
        <w:rPr>
          <w:rFonts w:ascii="Verdana" w:eastAsia="Calibri" w:hAnsi="Verdana"/>
          <w:color w:val="EE0000"/>
          <w:w w:val="90"/>
          <w:sz w:val="18"/>
          <w:szCs w:val="18"/>
          <w:lang w:eastAsia="en-US"/>
        </w:rPr>
        <w:t xml:space="preserve">np. </w:t>
      </w:r>
      <w:r w:rsidR="003D34DB" w:rsidRPr="00E76C33">
        <w:rPr>
          <w:rFonts w:ascii="Verdana" w:eastAsia="Calibri" w:hAnsi="Verdana"/>
          <w:color w:val="EE0000"/>
          <w:w w:val="90"/>
          <w:sz w:val="18"/>
          <w:szCs w:val="18"/>
          <w:lang w:eastAsia="en-US"/>
        </w:rPr>
        <w:t>Opinia geotechniczna – 90%</w:t>
      </w:r>
      <w:r w:rsidR="005C3A70" w:rsidRPr="00524013">
        <w:rPr>
          <w:rFonts w:ascii="Verdana" w:eastAsia="Calibri" w:hAnsi="Verdana"/>
          <w:w w:val="90"/>
          <w:sz w:val="18"/>
          <w:szCs w:val="18"/>
          <w:lang w:eastAsia="en-US"/>
        </w:rPr>
        <w:t>;</w:t>
      </w:r>
      <w:r w:rsidR="00861586" w:rsidRPr="00524013">
        <w:rPr>
          <w:rFonts w:ascii="Verdana" w:eastAsia="Calibri" w:hAnsi="Verdana"/>
          <w:w w:val="90"/>
          <w:sz w:val="18"/>
          <w:szCs w:val="18"/>
          <w:lang w:eastAsia="en-US"/>
        </w:rPr>
        <w:br/>
      </w:r>
    </w:p>
    <w:p w14:paraId="2D95A16C" w14:textId="6E2DF45F" w:rsidR="00E76C33" w:rsidRDefault="00E76C33" w:rsidP="00E76C33">
      <w:pPr>
        <w:numPr>
          <w:ilvl w:val="0"/>
          <w:numId w:val="6"/>
        </w:numPr>
        <w:overflowPunct/>
        <w:autoSpaceDE/>
        <w:autoSpaceDN/>
        <w:adjustRightInd/>
        <w:spacing w:before="40" w:after="40"/>
        <w:ind w:left="284" w:hanging="284"/>
        <w:textAlignment w:val="auto"/>
        <w:rPr>
          <w:rFonts w:ascii="Verdana" w:eastAsia="Calibri" w:hAnsi="Verdana"/>
          <w:color w:val="EE0000"/>
          <w:w w:val="90"/>
          <w:sz w:val="18"/>
          <w:szCs w:val="18"/>
          <w:lang w:eastAsia="en-US"/>
        </w:rPr>
      </w:pPr>
      <w:r>
        <w:rPr>
          <w:rFonts w:ascii="Verdana" w:eastAsia="Calibri" w:hAnsi="Verdana"/>
          <w:color w:val="EE0000"/>
          <w:w w:val="90"/>
          <w:sz w:val="18"/>
          <w:szCs w:val="18"/>
          <w:lang w:eastAsia="en-US"/>
        </w:rPr>
        <w:t>………..</w:t>
      </w:r>
    </w:p>
    <w:p w14:paraId="76E643FD" w14:textId="77777777" w:rsidR="00E76C33" w:rsidRPr="00E76C33" w:rsidRDefault="00E76C33" w:rsidP="00E76C33">
      <w:pPr>
        <w:overflowPunct/>
        <w:autoSpaceDE/>
        <w:autoSpaceDN/>
        <w:adjustRightInd/>
        <w:spacing w:before="40" w:after="40"/>
        <w:ind w:left="284"/>
        <w:textAlignment w:val="auto"/>
        <w:rPr>
          <w:rFonts w:ascii="Verdana" w:eastAsia="Calibri" w:hAnsi="Verdana"/>
          <w:color w:val="EE0000"/>
          <w:w w:val="90"/>
          <w:sz w:val="18"/>
          <w:szCs w:val="18"/>
          <w:lang w:eastAsia="en-US"/>
        </w:rPr>
      </w:pPr>
    </w:p>
    <w:p w14:paraId="6203D0E2" w14:textId="756D7E2C" w:rsidR="0088679D" w:rsidRDefault="0088679D" w:rsidP="00C01877">
      <w:pPr>
        <w:overflowPunct/>
        <w:autoSpaceDE/>
        <w:autoSpaceDN/>
        <w:adjustRightInd/>
        <w:spacing w:before="120" w:after="120" w:line="288" w:lineRule="auto"/>
        <w:textAlignment w:val="auto"/>
        <w:rPr>
          <w:rFonts w:ascii="Verdana" w:eastAsia="Calibri" w:hAnsi="Verdana"/>
          <w:w w:val="90"/>
          <w:sz w:val="18"/>
          <w:szCs w:val="18"/>
          <w:lang w:eastAsia="en-US"/>
        </w:rPr>
      </w:pPr>
      <w:r w:rsidRPr="00524013">
        <w:rPr>
          <w:rFonts w:ascii="Verdana" w:eastAsia="Calibri" w:hAnsi="Verdana"/>
          <w:w w:val="90"/>
          <w:sz w:val="18"/>
          <w:szCs w:val="18"/>
          <w:lang w:eastAsia="en-US"/>
        </w:rPr>
        <w:t xml:space="preserve">Niniejszy protokół podpisany przez Wykonawcę i Zamawiającego został sporządzony w dwóch jednobrzmiących egzemplarzach i </w:t>
      </w:r>
      <w:r w:rsidRPr="00524013">
        <w:rPr>
          <w:rFonts w:ascii="Verdana" w:eastAsia="Calibri" w:hAnsi="Verdana"/>
          <w:b/>
          <w:w w:val="90"/>
          <w:sz w:val="18"/>
          <w:szCs w:val="18"/>
          <w:lang w:eastAsia="en-US"/>
        </w:rPr>
        <w:t>stanowi</w:t>
      </w:r>
      <w:r w:rsidR="00E66EB4" w:rsidRPr="00524013">
        <w:rPr>
          <w:rFonts w:ascii="Verdana" w:eastAsia="Calibri" w:hAnsi="Verdana"/>
          <w:b/>
          <w:w w:val="90"/>
          <w:sz w:val="18"/>
          <w:szCs w:val="18"/>
          <w:lang w:eastAsia="en-US"/>
        </w:rPr>
        <w:t xml:space="preserve"> podstaw</w:t>
      </w:r>
      <w:r w:rsidR="00F94833" w:rsidRPr="00524013">
        <w:rPr>
          <w:rFonts w:ascii="Verdana" w:eastAsia="Calibri" w:hAnsi="Verdana"/>
          <w:b/>
          <w:w w:val="90"/>
          <w:sz w:val="18"/>
          <w:szCs w:val="18"/>
          <w:lang w:eastAsia="en-US"/>
        </w:rPr>
        <w:t>ę</w:t>
      </w:r>
      <w:r w:rsidR="00294C34" w:rsidRPr="00524013">
        <w:rPr>
          <w:rFonts w:ascii="Verdana" w:eastAsia="Calibri" w:hAnsi="Verdana"/>
          <w:b/>
          <w:w w:val="90"/>
          <w:sz w:val="18"/>
          <w:szCs w:val="18"/>
          <w:lang w:eastAsia="en-US"/>
        </w:rPr>
        <w:t xml:space="preserve"> </w:t>
      </w:r>
      <w:r w:rsidRPr="00524013">
        <w:rPr>
          <w:rFonts w:ascii="Verdana" w:eastAsia="Calibri" w:hAnsi="Verdana"/>
          <w:w w:val="90"/>
          <w:sz w:val="18"/>
          <w:szCs w:val="18"/>
          <w:lang w:eastAsia="en-US"/>
        </w:rPr>
        <w:t xml:space="preserve">/ </w:t>
      </w:r>
      <w:r w:rsidRPr="00524013">
        <w:rPr>
          <w:rFonts w:ascii="Verdana" w:eastAsia="Calibri" w:hAnsi="Verdana"/>
          <w:strike/>
          <w:w w:val="90"/>
          <w:sz w:val="18"/>
          <w:szCs w:val="18"/>
          <w:lang w:eastAsia="en-US"/>
        </w:rPr>
        <w:t>nie</w:t>
      </w:r>
      <w:r w:rsidRPr="00524013">
        <w:rPr>
          <w:rFonts w:ascii="Verdana" w:eastAsia="Calibri" w:hAnsi="Verdana"/>
          <w:w w:val="90"/>
          <w:sz w:val="18"/>
          <w:szCs w:val="18"/>
          <w:lang w:eastAsia="en-US"/>
        </w:rPr>
        <w:t xml:space="preserve"> </w:t>
      </w:r>
      <w:r w:rsidR="00D0374B" w:rsidRPr="00524013">
        <w:rPr>
          <w:rFonts w:ascii="Verdana" w:eastAsia="Calibri" w:hAnsi="Verdana"/>
          <w:strike/>
          <w:w w:val="90"/>
          <w:sz w:val="18"/>
          <w:szCs w:val="18"/>
          <w:lang w:eastAsia="en-US"/>
        </w:rPr>
        <w:t>stanowi</w:t>
      </w:r>
      <w:r w:rsidR="00D0374B" w:rsidRPr="00524013">
        <w:rPr>
          <w:rFonts w:ascii="Verdana" w:eastAsia="Calibri" w:hAnsi="Verdana"/>
          <w:w w:val="90"/>
          <w:sz w:val="18"/>
          <w:szCs w:val="18"/>
          <w:lang w:eastAsia="en-US"/>
        </w:rPr>
        <w:t xml:space="preserve"> </w:t>
      </w:r>
      <w:r w:rsidR="00D0374B" w:rsidRPr="00524013">
        <w:rPr>
          <w:rFonts w:ascii="Verdana" w:eastAsia="Calibri" w:hAnsi="Verdana"/>
          <w:strike/>
          <w:w w:val="90"/>
          <w:sz w:val="18"/>
          <w:szCs w:val="18"/>
          <w:lang w:eastAsia="en-US"/>
        </w:rPr>
        <w:t>podstawy</w:t>
      </w:r>
      <w:r w:rsidR="00D0374B" w:rsidRPr="00524013">
        <w:rPr>
          <w:rFonts w:ascii="Verdana" w:eastAsia="Calibri" w:hAnsi="Verdana"/>
          <w:w w:val="90"/>
          <w:sz w:val="18"/>
          <w:szCs w:val="18"/>
          <w:lang w:eastAsia="en-US"/>
        </w:rPr>
        <w:t xml:space="preserve"> </w:t>
      </w:r>
      <w:r w:rsidR="00D0374B" w:rsidRPr="00524013">
        <w:rPr>
          <w:rFonts w:ascii="Verdana" w:eastAsia="Calibri" w:hAnsi="Verdana"/>
          <w:b/>
          <w:w w:val="90"/>
          <w:sz w:val="18"/>
          <w:szCs w:val="18"/>
          <w:lang w:eastAsia="en-US"/>
        </w:rPr>
        <w:t>do wystawienia faktury VAT</w:t>
      </w:r>
      <w:r w:rsidR="00D0374B" w:rsidRPr="00524013">
        <w:rPr>
          <w:rFonts w:ascii="Verdana" w:eastAsia="Calibri" w:hAnsi="Verdana"/>
          <w:w w:val="90"/>
          <w:sz w:val="18"/>
          <w:szCs w:val="18"/>
          <w:lang w:eastAsia="en-US"/>
        </w:rPr>
        <w:t xml:space="preserve"> </w:t>
      </w:r>
      <w:r w:rsidR="00D0374B" w:rsidRPr="00524013">
        <w:rPr>
          <w:rFonts w:ascii="Verdana" w:eastAsia="Calibri" w:hAnsi="Verdana"/>
          <w:strike/>
          <w:w w:val="90"/>
          <w:sz w:val="18"/>
          <w:szCs w:val="18"/>
          <w:lang w:eastAsia="en-US"/>
        </w:rPr>
        <w:t>końcowej</w:t>
      </w:r>
      <w:r w:rsidR="00D0374B" w:rsidRPr="00524013">
        <w:rPr>
          <w:rFonts w:ascii="Verdana" w:eastAsia="Calibri" w:hAnsi="Verdana"/>
          <w:w w:val="90"/>
          <w:sz w:val="18"/>
          <w:szCs w:val="18"/>
          <w:lang w:eastAsia="en-US"/>
        </w:rPr>
        <w:t>/</w:t>
      </w:r>
      <w:r w:rsidR="00D0374B" w:rsidRPr="00524013">
        <w:rPr>
          <w:rFonts w:ascii="Verdana" w:eastAsia="Calibri" w:hAnsi="Verdana"/>
          <w:b/>
          <w:w w:val="90"/>
          <w:sz w:val="18"/>
          <w:szCs w:val="18"/>
          <w:lang w:eastAsia="en-US"/>
        </w:rPr>
        <w:t>częściowej</w:t>
      </w:r>
      <w:r w:rsidR="00D0374B" w:rsidRPr="00524013">
        <w:rPr>
          <w:rFonts w:ascii="Verdana" w:eastAsia="Calibri" w:hAnsi="Verdana"/>
          <w:bCs/>
          <w:w w:val="90"/>
          <w:sz w:val="18"/>
          <w:szCs w:val="18"/>
          <w:lang w:eastAsia="en-US"/>
        </w:rPr>
        <w:t xml:space="preserve"> </w:t>
      </w:r>
      <w:r w:rsidR="00D0374B" w:rsidRPr="00524013">
        <w:rPr>
          <w:rFonts w:ascii="Verdana" w:eastAsia="Calibri" w:hAnsi="Verdana"/>
          <w:w w:val="90"/>
          <w:sz w:val="18"/>
          <w:szCs w:val="18"/>
          <w:lang w:eastAsia="en-US"/>
        </w:rPr>
        <w:t>za wykonan</w:t>
      </w:r>
      <w:r w:rsidR="008C3818" w:rsidRPr="00524013">
        <w:rPr>
          <w:rFonts w:ascii="Verdana" w:eastAsia="Calibri" w:hAnsi="Verdana"/>
          <w:w w:val="90"/>
          <w:sz w:val="18"/>
          <w:szCs w:val="18"/>
          <w:lang w:eastAsia="en-US"/>
        </w:rPr>
        <w:t>e roboty oraz do rozliczenia poniższych pozycji w następujących ilościach, zgodnie z umową</w:t>
      </w:r>
      <w:r w:rsidR="001307E0" w:rsidRPr="00524013">
        <w:rPr>
          <w:rFonts w:ascii="Verdana" w:eastAsia="Calibri" w:hAnsi="Verdana"/>
          <w:w w:val="90"/>
          <w:sz w:val="18"/>
          <w:szCs w:val="18"/>
          <w:lang w:eastAsia="en-US"/>
        </w:rPr>
        <w:br/>
        <w:t xml:space="preserve">nr </w:t>
      </w:r>
      <w:r w:rsidR="00E76C33">
        <w:rPr>
          <w:rFonts w:ascii="Verdana" w:eastAsia="Calibri" w:hAnsi="Verdana"/>
          <w:b/>
          <w:bCs/>
          <w:w w:val="90"/>
          <w:sz w:val="18"/>
          <w:szCs w:val="18"/>
          <w:lang w:eastAsia="en-US"/>
        </w:rPr>
        <w:t>………………………</w:t>
      </w:r>
      <w:r w:rsidR="001307E0" w:rsidRPr="00524013">
        <w:rPr>
          <w:rFonts w:ascii="Verdana" w:eastAsia="Calibri" w:hAnsi="Verdana"/>
          <w:w w:val="90"/>
          <w:sz w:val="18"/>
          <w:szCs w:val="18"/>
          <w:lang w:eastAsia="en-US"/>
        </w:rPr>
        <w:t xml:space="preserve"> z dnia </w:t>
      </w:r>
      <w:r w:rsidR="00E76C33">
        <w:rPr>
          <w:rFonts w:ascii="Verdana" w:eastAsia="Calibri" w:hAnsi="Verdana"/>
          <w:w w:val="90"/>
          <w:sz w:val="18"/>
          <w:szCs w:val="18"/>
          <w:lang w:eastAsia="en-US"/>
        </w:rPr>
        <w:t>……………………………</w:t>
      </w:r>
      <w:r w:rsidR="001307E0" w:rsidRPr="00524013">
        <w:rPr>
          <w:rFonts w:ascii="Verdana" w:eastAsia="Calibri" w:hAnsi="Verdana"/>
          <w:w w:val="90"/>
          <w:sz w:val="18"/>
          <w:szCs w:val="18"/>
          <w:lang w:eastAsia="en-US"/>
        </w:rPr>
        <w:t xml:space="preserve"> r.</w:t>
      </w:r>
    </w:p>
    <w:p w14:paraId="32D8E53E" w14:textId="048E48E9" w:rsidR="00A02769" w:rsidRPr="00524013" w:rsidRDefault="00A02769" w:rsidP="00C01877">
      <w:pPr>
        <w:overflowPunct/>
        <w:autoSpaceDE/>
        <w:autoSpaceDN/>
        <w:adjustRightInd/>
        <w:spacing w:before="120" w:after="120" w:line="288" w:lineRule="auto"/>
        <w:textAlignment w:val="auto"/>
        <w:rPr>
          <w:rFonts w:ascii="Verdana" w:eastAsia="Calibri" w:hAnsi="Verdana"/>
          <w:w w:val="90"/>
          <w:sz w:val="18"/>
          <w:szCs w:val="18"/>
          <w:lang w:eastAsia="en-US"/>
        </w:rPr>
      </w:pPr>
    </w:p>
    <w:tbl>
      <w:tblPr>
        <w:tblW w:w="93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567"/>
        <w:gridCol w:w="4253"/>
        <w:gridCol w:w="1984"/>
        <w:gridCol w:w="1985"/>
      </w:tblGrid>
      <w:tr w:rsidR="00131CA0" w:rsidRPr="00524013" w14:paraId="7351BDA2" w14:textId="77777777" w:rsidTr="002E75F3">
        <w:trPr>
          <w:trHeight w:val="2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16024" w14:textId="77777777" w:rsidR="00131CA0" w:rsidRPr="00524013" w:rsidRDefault="00131CA0" w:rsidP="00131CA0">
            <w:pPr>
              <w:overflowPunct/>
              <w:autoSpaceDE/>
              <w:autoSpaceDN/>
              <w:adjustRightInd/>
              <w:spacing w:before="120" w:after="120" w:line="288" w:lineRule="auto"/>
              <w:jc w:val="center"/>
              <w:textAlignment w:val="auto"/>
              <w:rPr>
                <w:rFonts w:ascii="Verdana" w:hAnsi="Verdana"/>
                <w:bCs/>
                <w:color w:val="000000"/>
                <w:w w:val="90"/>
                <w:sz w:val="18"/>
                <w:szCs w:val="18"/>
              </w:rPr>
            </w:pPr>
            <w:r w:rsidRPr="00524013">
              <w:rPr>
                <w:rFonts w:ascii="Verdana" w:hAnsi="Verdana"/>
                <w:bCs/>
                <w:color w:val="000000"/>
                <w:w w:val="90"/>
                <w:sz w:val="18"/>
                <w:szCs w:val="18"/>
              </w:rPr>
              <w:t>l.p.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23073" w14:textId="77777777" w:rsidR="00131CA0" w:rsidRPr="00524013" w:rsidRDefault="00131CA0" w:rsidP="00131CA0">
            <w:pPr>
              <w:overflowPunct/>
              <w:autoSpaceDE/>
              <w:autoSpaceDN/>
              <w:adjustRightInd/>
              <w:spacing w:before="120" w:after="120" w:line="288" w:lineRule="auto"/>
              <w:jc w:val="center"/>
              <w:textAlignment w:val="auto"/>
              <w:rPr>
                <w:rFonts w:ascii="Verdana" w:hAnsi="Verdana"/>
                <w:bCs/>
                <w:color w:val="000000"/>
                <w:w w:val="90"/>
                <w:sz w:val="18"/>
                <w:szCs w:val="18"/>
              </w:rPr>
            </w:pPr>
            <w:r w:rsidRPr="00524013">
              <w:rPr>
                <w:rFonts w:ascii="Verdana" w:hAnsi="Verdana"/>
                <w:bCs/>
                <w:color w:val="000000"/>
                <w:w w:val="90"/>
                <w:sz w:val="18"/>
                <w:szCs w:val="18"/>
              </w:rPr>
              <w:t>Pozycja formularza cenowego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990C9" w14:textId="77777777" w:rsidR="00131CA0" w:rsidRPr="00524013" w:rsidRDefault="00131CA0" w:rsidP="00131CA0">
            <w:pPr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Verdana" w:hAnsi="Verdana"/>
                <w:bCs/>
                <w:color w:val="000000"/>
                <w:w w:val="90"/>
                <w:sz w:val="18"/>
                <w:szCs w:val="18"/>
              </w:rPr>
            </w:pPr>
            <w:r w:rsidRPr="00524013">
              <w:rPr>
                <w:rFonts w:ascii="Verdana" w:hAnsi="Verdana"/>
                <w:bCs/>
                <w:color w:val="000000"/>
                <w:w w:val="90"/>
                <w:sz w:val="18"/>
                <w:szCs w:val="18"/>
              </w:rPr>
              <w:t xml:space="preserve">% </w:t>
            </w:r>
            <w:r w:rsidRPr="00524013">
              <w:rPr>
                <w:rFonts w:ascii="Verdana" w:hAnsi="Verdana"/>
                <w:bCs/>
                <w:color w:val="000000"/>
                <w:w w:val="90"/>
                <w:sz w:val="18"/>
                <w:szCs w:val="18"/>
              </w:rPr>
              <w:br/>
              <w:t>płatności pozycji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41CCC" w14:textId="77777777" w:rsidR="00131CA0" w:rsidRPr="00524013" w:rsidRDefault="00131CA0" w:rsidP="00131CA0">
            <w:pPr>
              <w:overflowPunct/>
              <w:autoSpaceDE/>
              <w:autoSpaceDN/>
              <w:adjustRightInd/>
              <w:spacing w:before="120" w:after="120" w:line="288" w:lineRule="auto"/>
              <w:jc w:val="center"/>
              <w:textAlignment w:val="auto"/>
              <w:rPr>
                <w:rFonts w:ascii="Verdana" w:hAnsi="Verdana"/>
                <w:bCs/>
                <w:color w:val="000000"/>
                <w:w w:val="90"/>
                <w:sz w:val="18"/>
                <w:szCs w:val="18"/>
              </w:rPr>
            </w:pPr>
            <w:r w:rsidRPr="00524013">
              <w:rPr>
                <w:rFonts w:ascii="Verdana" w:hAnsi="Verdana"/>
                <w:bCs/>
                <w:color w:val="000000"/>
                <w:w w:val="90"/>
                <w:sz w:val="18"/>
                <w:szCs w:val="18"/>
              </w:rPr>
              <w:t xml:space="preserve">Kwota brutto </w:t>
            </w:r>
            <w:r w:rsidRPr="00524013">
              <w:rPr>
                <w:rFonts w:ascii="Verdana" w:hAnsi="Verdana"/>
                <w:bCs/>
                <w:color w:val="000000"/>
                <w:w w:val="90"/>
                <w:sz w:val="18"/>
                <w:szCs w:val="18"/>
              </w:rPr>
              <w:br/>
              <w:t>(w tym VAT 23%)</w:t>
            </w:r>
          </w:p>
        </w:tc>
      </w:tr>
      <w:tr w:rsidR="00512B82" w:rsidRPr="00524013" w14:paraId="3E9151B5" w14:textId="77777777" w:rsidTr="002E75F3">
        <w:trPr>
          <w:trHeight w:val="20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228E1" w14:textId="47770A37" w:rsidR="00512B82" w:rsidRPr="00524013" w:rsidRDefault="00512B82" w:rsidP="00512B82">
            <w:pPr>
              <w:overflowPunct/>
              <w:autoSpaceDE/>
              <w:autoSpaceDN/>
              <w:adjustRightInd/>
              <w:spacing w:before="40" w:after="40" w:line="288" w:lineRule="auto"/>
              <w:jc w:val="center"/>
              <w:textAlignment w:val="auto"/>
              <w:rPr>
                <w:rFonts w:ascii="Verdana" w:hAnsi="Verdana"/>
                <w:color w:val="000000"/>
                <w:w w:val="90"/>
                <w:sz w:val="18"/>
                <w:szCs w:val="18"/>
              </w:rPr>
            </w:pPr>
            <w:r w:rsidRPr="00524013">
              <w:rPr>
                <w:rFonts w:ascii="Verdana" w:hAnsi="Verdana"/>
                <w:color w:val="000000"/>
                <w:w w:val="9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6FA8E" w14:textId="618FCDE9" w:rsidR="00512B82" w:rsidRPr="00524013" w:rsidRDefault="00512B82" w:rsidP="00512B82">
            <w:pPr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Verdana" w:hAnsi="Verdana"/>
                <w:color w:val="000000"/>
                <w:w w:val="9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709FA" w14:textId="64DB577B" w:rsidR="00512B82" w:rsidRPr="00524013" w:rsidRDefault="00512B82" w:rsidP="00512B82">
            <w:pPr>
              <w:overflowPunct/>
              <w:autoSpaceDE/>
              <w:autoSpaceDN/>
              <w:adjustRightInd/>
              <w:spacing w:before="120" w:after="120"/>
              <w:jc w:val="left"/>
              <w:textAlignment w:val="auto"/>
              <w:rPr>
                <w:rFonts w:ascii="Verdana" w:hAnsi="Verdana"/>
                <w:color w:val="000000"/>
                <w:w w:val="9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96A757" w14:textId="4DB802D8" w:rsidR="00512B82" w:rsidRPr="00524013" w:rsidRDefault="00DA1821" w:rsidP="00512B82">
            <w:pPr>
              <w:overflowPunct/>
              <w:autoSpaceDE/>
              <w:autoSpaceDN/>
              <w:adjustRightInd/>
              <w:spacing w:before="40" w:after="40" w:line="288" w:lineRule="auto"/>
              <w:jc w:val="center"/>
              <w:textAlignment w:val="auto"/>
              <w:rPr>
                <w:rFonts w:ascii="Verdana" w:hAnsi="Verdana"/>
                <w:color w:val="000000"/>
                <w:w w:val="90"/>
                <w:sz w:val="18"/>
                <w:szCs w:val="18"/>
              </w:rPr>
            </w:pPr>
            <w:r w:rsidRPr="00524013">
              <w:rPr>
                <w:rFonts w:ascii="Verdana" w:hAnsi="Verdana"/>
                <w:w w:val="90"/>
                <w:sz w:val="18"/>
                <w:szCs w:val="18"/>
                <w:lang w:eastAsia="en-CA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EA7A0" w14:textId="0C230563" w:rsidR="00512B82" w:rsidRPr="00524013" w:rsidRDefault="00512B82" w:rsidP="00512B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Cs/>
                <w:w w:val="90"/>
                <w:sz w:val="18"/>
                <w:szCs w:val="18"/>
              </w:rPr>
            </w:pPr>
          </w:p>
        </w:tc>
      </w:tr>
      <w:tr w:rsidR="00A02769" w:rsidRPr="00524013" w14:paraId="63B10ED9" w14:textId="77777777" w:rsidTr="002E75F3">
        <w:trPr>
          <w:trHeight w:val="20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13DD7" w14:textId="77777777" w:rsidR="00A02769" w:rsidRPr="00524013" w:rsidRDefault="00A02769" w:rsidP="00512B82">
            <w:pPr>
              <w:overflowPunct/>
              <w:autoSpaceDE/>
              <w:autoSpaceDN/>
              <w:adjustRightInd/>
              <w:spacing w:before="40" w:after="40" w:line="288" w:lineRule="auto"/>
              <w:jc w:val="center"/>
              <w:textAlignment w:val="auto"/>
              <w:rPr>
                <w:rFonts w:ascii="Verdana" w:hAnsi="Verdana"/>
                <w:color w:val="000000"/>
                <w:w w:val="9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E0B24" w14:textId="77777777" w:rsidR="00A02769" w:rsidRPr="00524013" w:rsidRDefault="00A02769" w:rsidP="00512B82">
            <w:pPr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Verdana" w:hAnsi="Verdana"/>
                <w:color w:val="000000"/>
                <w:w w:val="9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E3A19" w14:textId="6416EE0D" w:rsidR="00A02769" w:rsidRPr="00524013" w:rsidRDefault="00A02769" w:rsidP="00512B82">
            <w:pPr>
              <w:overflowPunct/>
              <w:autoSpaceDE/>
              <w:autoSpaceDN/>
              <w:adjustRightInd/>
              <w:spacing w:before="120" w:after="120"/>
              <w:jc w:val="left"/>
              <w:textAlignment w:val="auto"/>
              <w:rPr>
                <w:rFonts w:ascii="Verdana" w:hAnsi="Verdana"/>
                <w:color w:val="000000"/>
                <w:w w:val="9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3798A4" w14:textId="2751E74C" w:rsidR="00A02769" w:rsidRPr="00524013" w:rsidRDefault="00A02769" w:rsidP="00512B82">
            <w:pPr>
              <w:overflowPunct/>
              <w:autoSpaceDE/>
              <w:autoSpaceDN/>
              <w:adjustRightInd/>
              <w:spacing w:before="40" w:after="40" w:line="288" w:lineRule="auto"/>
              <w:jc w:val="center"/>
              <w:textAlignment w:val="auto"/>
              <w:rPr>
                <w:rFonts w:ascii="Verdana" w:hAnsi="Verdana"/>
                <w:w w:val="90"/>
                <w:sz w:val="18"/>
                <w:szCs w:val="18"/>
                <w:lang w:eastAsia="en-CA"/>
              </w:rPr>
            </w:pPr>
            <w:r>
              <w:rPr>
                <w:rFonts w:ascii="Verdana" w:hAnsi="Verdana"/>
                <w:w w:val="90"/>
                <w:sz w:val="18"/>
                <w:szCs w:val="18"/>
                <w:lang w:eastAsia="en-CA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790F7" w14:textId="369251F9" w:rsidR="00A02769" w:rsidRDefault="00A02769" w:rsidP="00512B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Cs/>
                <w:w w:val="90"/>
                <w:sz w:val="18"/>
                <w:szCs w:val="18"/>
              </w:rPr>
            </w:pPr>
          </w:p>
        </w:tc>
      </w:tr>
      <w:tr w:rsidR="00CE69E8" w:rsidRPr="00524013" w14:paraId="195A0942" w14:textId="77777777" w:rsidTr="002E75F3">
        <w:trPr>
          <w:trHeight w:val="205"/>
        </w:trPr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14:paraId="303B799D" w14:textId="77777777" w:rsidR="00CE69E8" w:rsidRPr="00524013" w:rsidRDefault="00CE69E8" w:rsidP="00CE69E8">
            <w:pPr>
              <w:overflowPunct/>
              <w:autoSpaceDE/>
              <w:autoSpaceDN/>
              <w:adjustRightInd/>
              <w:spacing w:before="120" w:after="120" w:line="288" w:lineRule="auto"/>
              <w:jc w:val="center"/>
              <w:textAlignment w:val="auto"/>
              <w:rPr>
                <w:rFonts w:ascii="Verdana" w:hAnsi="Verdana"/>
                <w:color w:val="000000"/>
                <w:w w:val="9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74B5563F" w14:textId="77777777" w:rsidR="00CE69E8" w:rsidRPr="00524013" w:rsidRDefault="00CE69E8" w:rsidP="00CE69E8">
            <w:pPr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Verdana" w:hAnsi="Verdana"/>
                <w:color w:val="000000"/>
                <w:w w:val="9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BBAA366" w14:textId="77777777" w:rsidR="00CE69E8" w:rsidRPr="00524013" w:rsidRDefault="00CE69E8" w:rsidP="00CE69E8">
            <w:pPr>
              <w:overflowPunct/>
              <w:autoSpaceDE/>
              <w:autoSpaceDN/>
              <w:adjustRightInd/>
              <w:spacing w:before="120" w:after="120"/>
              <w:jc w:val="left"/>
              <w:textAlignment w:val="auto"/>
              <w:rPr>
                <w:rFonts w:ascii="Verdana" w:hAnsi="Verdana"/>
                <w:color w:val="000000"/>
                <w:w w:val="9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1B6B46" w14:textId="77777777" w:rsidR="00CE69E8" w:rsidRPr="00524013" w:rsidRDefault="00CE69E8" w:rsidP="00CE69E8">
            <w:pPr>
              <w:overflowPunct/>
              <w:autoSpaceDE/>
              <w:autoSpaceDN/>
              <w:adjustRightInd/>
              <w:spacing w:before="120" w:after="120" w:line="288" w:lineRule="auto"/>
              <w:jc w:val="right"/>
              <w:textAlignment w:val="auto"/>
              <w:rPr>
                <w:rFonts w:ascii="Verdana" w:hAnsi="Verdana"/>
                <w:color w:val="000000"/>
                <w:w w:val="90"/>
                <w:sz w:val="18"/>
                <w:szCs w:val="18"/>
              </w:rPr>
            </w:pPr>
            <w:r w:rsidRPr="00524013">
              <w:rPr>
                <w:rFonts w:ascii="Verdana" w:hAnsi="Verdana"/>
                <w:color w:val="000000"/>
                <w:w w:val="90"/>
                <w:sz w:val="18"/>
                <w:szCs w:val="18"/>
              </w:rPr>
              <w:t>SUMA: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F59F0" w14:textId="265FA157" w:rsidR="00CE69E8" w:rsidRPr="00524013" w:rsidRDefault="00CE69E8" w:rsidP="00CE69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color w:val="8064A2"/>
                <w:w w:val="90"/>
                <w:sz w:val="18"/>
                <w:szCs w:val="18"/>
              </w:rPr>
            </w:pPr>
          </w:p>
        </w:tc>
      </w:tr>
    </w:tbl>
    <w:p w14:paraId="7B7F0780" w14:textId="77777777" w:rsidR="004736C1" w:rsidRPr="00524013" w:rsidRDefault="004736C1" w:rsidP="002E75F3">
      <w:pPr>
        <w:overflowPunct/>
        <w:autoSpaceDE/>
        <w:autoSpaceDN/>
        <w:adjustRightInd/>
        <w:jc w:val="left"/>
        <w:textAlignment w:val="auto"/>
        <w:rPr>
          <w:rFonts w:ascii="Verdana" w:eastAsia="Calibri" w:hAnsi="Verdana"/>
          <w:w w:val="90"/>
          <w:sz w:val="18"/>
          <w:szCs w:val="18"/>
          <w:lang w:eastAsia="en-US"/>
        </w:rPr>
      </w:pPr>
      <w:bookmarkStart w:id="0" w:name="_Hlk135227008"/>
    </w:p>
    <w:p w14:paraId="182539D2" w14:textId="77777777" w:rsidR="00E76C33" w:rsidRDefault="00E76C33" w:rsidP="00E76C33">
      <w:pPr>
        <w:overflowPunct/>
        <w:autoSpaceDE/>
        <w:autoSpaceDN/>
        <w:adjustRightInd/>
        <w:textAlignment w:val="auto"/>
        <w:rPr>
          <w:rFonts w:ascii="Verdana" w:eastAsia="Calibri" w:hAnsi="Verdana"/>
          <w:w w:val="90"/>
          <w:sz w:val="18"/>
          <w:szCs w:val="18"/>
          <w:lang w:eastAsia="en-US"/>
        </w:rPr>
      </w:pPr>
    </w:p>
    <w:p w14:paraId="0039ED21" w14:textId="77777777" w:rsidR="00E76C33" w:rsidRDefault="00E76C33" w:rsidP="00E76C33">
      <w:pPr>
        <w:overflowPunct/>
        <w:autoSpaceDE/>
        <w:autoSpaceDN/>
        <w:adjustRightInd/>
        <w:textAlignment w:val="auto"/>
        <w:rPr>
          <w:rFonts w:ascii="Verdana" w:eastAsia="Calibri" w:hAnsi="Verdana"/>
          <w:w w:val="90"/>
          <w:sz w:val="18"/>
          <w:szCs w:val="18"/>
          <w:lang w:eastAsia="en-US"/>
        </w:rPr>
      </w:pPr>
    </w:p>
    <w:p w14:paraId="073E2A3C" w14:textId="6727E2F0" w:rsidR="00E76C33" w:rsidRPr="00B9674A" w:rsidRDefault="002E75F3" w:rsidP="00E76C33">
      <w:pPr>
        <w:overflowPunct/>
        <w:autoSpaceDE/>
        <w:autoSpaceDN/>
        <w:adjustRightInd/>
        <w:textAlignment w:val="auto"/>
        <w:rPr>
          <w:rFonts w:ascii="Verdana" w:eastAsia="Calibri" w:hAnsi="Verdana"/>
          <w:w w:val="90"/>
          <w:sz w:val="18"/>
          <w:szCs w:val="18"/>
          <w:lang w:eastAsia="en-US"/>
        </w:rPr>
      </w:pPr>
      <w:r w:rsidRPr="00524013">
        <w:rPr>
          <w:rFonts w:ascii="Verdana" w:eastAsia="Calibri" w:hAnsi="Verdana"/>
          <w:w w:val="90"/>
          <w:sz w:val="18"/>
          <w:szCs w:val="18"/>
          <w:lang w:eastAsia="en-US"/>
        </w:rPr>
        <w:t xml:space="preserve">Po rozliczeniu </w:t>
      </w:r>
      <w:r w:rsidR="00140365" w:rsidRPr="00524013">
        <w:rPr>
          <w:rFonts w:ascii="Verdana" w:eastAsia="Calibri" w:hAnsi="Verdana"/>
          <w:w w:val="90"/>
          <w:sz w:val="18"/>
          <w:szCs w:val="18"/>
          <w:lang w:eastAsia="en-US"/>
        </w:rPr>
        <w:t>ww.</w:t>
      </w:r>
      <w:r w:rsidRPr="00524013">
        <w:rPr>
          <w:rFonts w:ascii="Verdana" w:eastAsia="Calibri" w:hAnsi="Verdana"/>
          <w:w w:val="90"/>
          <w:sz w:val="18"/>
          <w:szCs w:val="18"/>
          <w:lang w:eastAsia="en-US"/>
        </w:rPr>
        <w:t xml:space="preserve"> faktury pozostałe wynagrodzenie zgodnie z Umową wynosi: </w:t>
      </w:r>
      <w:bookmarkEnd w:id="0"/>
      <w:r w:rsidR="00E76C33">
        <w:rPr>
          <w:rFonts w:ascii="Verdana" w:eastAsia="Calibri" w:hAnsi="Verdana"/>
          <w:w w:val="90"/>
          <w:sz w:val="18"/>
          <w:szCs w:val="18"/>
          <w:lang w:eastAsia="en-US"/>
        </w:rPr>
        <w:t>……………………………</w:t>
      </w:r>
      <w:r w:rsidR="00EE01FB">
        <w:rPr>
          <w:rFonts w:ascii="Verdana" w:eastAsia="Calibri" w:hAnsi="Verdana"/>
          <w:w w:val="90"/>
          <w:sz w:val="18"/>
          <w:szCs w:val="18"/>
          <w:lang w:eastAsia="en-US"/>
        </w:rPr>
        <w:t xml:space="preserve"> (netto/brutto</w:t>
      </w:r>
      <w:r w:rsidR="00E76C33">
        <w:rPr>
          <w:rFonts w:ascii="Verdana" w:eastAsia="Calibri" w:hAnsi="Verdana"/>
          <w:w w:val="90"/>
          <w:sz w:val="18"/>
          <w:szCs w:val="18"/>
          <w:lang w:eastAsia="en-US"/>
        </w:rPr>
        <w:t>)</w:t>
      </w:r>
    </w:p>
    <w:p w14:paraId="6818BE26" w14:textId="5BA235FC" w:rsidR="003405A6" w:rsidRPr="00B9674A" w:rsidRDefault="003405A6" w:rsidP="000359BC">
      <w:pPr>
        <w:overflowPunct/>
        <w:autoSpaceDE/>
        <w:autoSpaceDN/>
        <w:adjustRightInd/>
        <w:textAlignment w:val="auto"/>
        <w:rPr>
          <w:rFonts w:ascii="Verdana" w:eastAsia="Calibri" w:hAnsi="Verdana"/>
          <w:w w:val="90"/>
          <w:sz w:val="18"/>
          <w:szCs w:val="18"/>
          <w:lang w:eastAsia="en-US"/>
        </w:rPr>
      </w:pPr>
    </w:p>
    <w:sectPr w:rsidR="003405A6" w:rsidRPr="00B9674A" w:rsidSect="00CE7DEC">
      <w:footerReference w:type="even" r:id="rId8"/>
      <w:footerReference w:type="default" r:id="rId9"/>
      <w:pgSz w:w="11907" w:h="16840" w:code="9"/>
      <w:pgMar w:top="1418" w:right="1134" w:bottom="1418" w:left="1418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3E4954" w14:textId="77777777" w:rsidR="00FE7FD0" w:rsidRDefault="00FE7FD0">
      <w:r>
        <w:separator/>
      </w:r>
    </w:p>
  </w:endnote>
  <w:endnote w:type="continuationSeparator" w:id="0">
    <w:p w14:paraId="2E64EBF6" w14:textId="77777777" w:rsidR="00FE7FD0" w:rsidRDefault="00FE7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64FE0" w14:textId="77777777" w:rsidR="0028312C" w:rsidRPr="00534EC8" w:rsidRDefault="0028312C" w:rsidP="00534EC8">
    <w:pPr>
      <w:pStyle w:val="Stopka"/>
      <w:pBdr>
        <w:top w:val="single" w:sz="4" w:space="1" w:color="auto"/>
      </w:pBdr>
      <w:jc w:val="right"/>
      <w:rPr>
        <w:rFonts w:ascii="Verdana" w:hAnsi="Verdana"/>
        <w:sz w:val="14"/>
        <w:szCs w:val="14"/>
      </w:rPr>
    </w:pPr>
    <w:r w:rsidRPr="008C691B">
      <w:rPr>
        <w:rFonts w:ascii="Verdana" w:hAnsi="Verdana"/>
        <w:sz w:val="14"/>
        <w:szCs w:val="14"/>
      </w:rPr>
      <w:t xml:space="preserve">str. </w:t>
    </w:r>
    <w:r w:rsidR="00CE7DEC" w:rsidRPr="008C691B">
      <w:rPr>
        <w:rFonts w:ascii="Verdana" w:hAnsi="Verdana"/>
        <w:sz w:val="14"/>
        <w:szCs w:val="14"/>
      </w:rPr>
      <w:fldChar w:fldCharType="begin"/>
    </w:r>
    <w:r w:rsidRPr="008C691B">
      <w:rPr>
        <w:rFonts w:ascii="Verdana" w:hAnsi="Verdana"/>
        <w:sz w:val="14"/>
        <w:szCs w:val="14"/>
      </w:rPr>
      <w:instrText>PAGE    \* MERGEFORMAT</w:instrText>
    </w:r>
    <w:r w:rsidR="00CE7DEC" w:rsidRPr="008C691B">
      <w:rPr>
        <w:rFonts w:ascii="Verdana" w:hAnsi="Verdana"/>
        <w:sz w:val="14"/>
        <w:szCs w:val="14"/>
      </w:rPr>
      <w:fldChar w:fldCharType="separate"/>
    </w:r>
    <w:r w:rsidR="003171AF">
      <w:rPr>
        <w:rFonts w:ascii="Verdana" w:hAnsi="Verdana"/>
        <w:noProof/>
        <w:sz w:val="14"/>
        <w:szCs w:val="14"/>
      </w:rPr>
      <w:t>2</w:t>
    </w:r>
    <w:r w:rsidR="00CE7DEC" w:rsidRPr="008C691B">
      <w:rPr>
        <w:rFonts w:ascii="Verdana" w:hAnsi="Verdana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438E6" w14:textId="77777777" w:rsidR="0028312C" w:rsidRPr="00534EC8" w:rsidRDefault="0028312C" w:rsidP="00534EC8">
    <w:pPr>
      <w:pStyle w:val="Stopka"/>
      <w:pBdr>
        <w:top w:val="single" w:sz="4" w:space="1" w:color="auto"/>
      </w:pBdr>
      <w:jc w:val="right"/>
      <w:rPr>
        <w:rFonts w:ascii="Verdana" w:hAnsi="Verdana"/>
        <w:sz w:val="14"/>
        <w:szCs w:val="14"/>
      </w:rPr>
    </w:pPr>
    <w:r w:rsidRPr="008C691B">
      <w:rPr>
        <w:rFonts w:ascii="Verdana" w:hAnsi="Verdana"/>
        <w:sz w:val="14"/>
        <w:szCs w:val="14"/>
      </w:rPr>
      <w:t xml:space="preserve">str. </w:t>
    </w:r>
    <w:r w:rsidR="00CE7DEC" w:rsidRPr="008C691B">
      <w:rPr>
        <w:rFonts w:ascii="Verdana" w:hAnsi="Verdana"/>
        <w:sz w:val="14"/>
        <w:szCs w:val="14"/>
      </w:rPr>
      <w:fldChar w:fldCharType="begin"/>
    </w:r>
    <w:r w:rsidRPr="008C691B">
      <w:rPr>
        <w:rFonts w:ascii="Verdana" w:hAnsi="Verdana"/>
        <w:sz w:val="14"/>
        <w:szCs w:val="14"/>
      </w:rPr>
      <w:instrText>PAGE    \* MERGEFORMAT</w:instrText>
    </w:r>
    <w:r w:rsidR="00CE7DEC" w:rsidRPr="008C691B">
      <w:rPr>
        <w:rFonts w:ascii="Verdana" w:hAnsi="Verdana"/>
        <w:sz w:val="14"/>
        <w:szCs w:val="14"/>
      </w:rPr>
      <w:fldChar w:fldCharType="separate"/>
    </w:r>
    <w:r w:rsidR="006328AF">
      <w:rPr>
        <w:rFonts w:ascii="Verdana" w:hAnsi="Verdana"/>
        <w:noProof/>
        <w:sz w:val="14"/>
        <w:szCs w:val="14"/>
      </w:rPr>
      <w:t>1</w:t>
    </w:r>
    <w:r w:rsidR="00CE7DEC" w:rsidRPr="008C691B">
      <w:rPr>
        <w:rFonts w:ascii="Verdana" w:hAnsi="Verdana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C137E" w14:textId="77777777" w:rsidR="00FE7FD0" w:rsidRDefault="00FE7FD0">
      <w:r>
        <w:separator/>
      </w:r>
    </w:p>
  </w:footnote>
  <w:footnote w:type="continuationSeparator" w:id="0">
    <w:p w14:paraId="793534A9" w14:textId="77777777" w:rsidR="00FE7FD0" w:rsidRDefault="00FE7F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9212500C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3C85250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ED52E15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7A82141"/>
    <w:multiLevelType w:val="multilevel"/>
    <w:tmpl w:val="5CEEA2CA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-360" w:firstLine="360"/>
      </w:pPr>
      <w:rPr>
        <w:rFonts w:hint="default"/>
        <w:b/>
        <w:i w:val="0"/>
        <w:sz w:val="2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60"/>
        </w:tabs>
        <w:ind w:left="72" w:hanging="72"/>
      </w:pPr>
      <w:rPr>
        <w:rFonts w:hint="default"/>
        <w:b/>
        <w:i w:val="0"/>
        <w:sz w:val="2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62"/>
        </w:tabs>
        <w:ind w:left="142" w:firstLine="0"/>
      </w:pPr>
      <w:rPr>
        <w:rFonts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08"/>
        </w:tabs>
        <w:ind w:left="100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512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16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4" w15:restartNumberingAfterBreak="0">
    <w:nsid w:val="3F6E1E5A"/>
    <w:multiLevelType w:val="hybridMultilevel"/>
    <w:tmpl w:val="0568A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9A7393"/>
    <w:multiLevelType w:val="hybridMultilevel"/>
    <w:tmpl w:val="5AF61A96"/>
    <w:lvl w:ilvl="0" w:tplc="7030792C">
      <w:start w:val="1"/>
      <w:numFmt w:val="bullet"/>
      <w:pStyle w:val="przepis"/>
      <w:lvlText w:val="-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effect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04096560">
    <w:abstractNumId w:val="1"/>
  </w:num>
  <w:num w:numId="2" w16cid:durableId="1649674164">
    <w:abstractNumId w:val="0"/>
  </w:num>
  <w:num w:numId="3" w16cid:durableId="1979872287">
    <w:abstractNumId w:val="2"/>
    <w:lvlOverride w:ilvl="0">
      <w:lvl w:ilvl="0">
        <w:start w:val="1"/>
        <w:numFmt w:val="decimal"/>
        <w:pStyle w:val="Listanumerowana"/>
        <w:suff w:val="space"/>
        <w:lvlText w:val="%1)"/>
        <w:lvlJc w:val="left"/>
        <w:pPr>
          <w:ind w:left="360" w:hanging="360"/>
        </w:pPr>
        <w:rPr>
          <w:b/>
          <w:i w:val="0"/>
          <w:sz w:val="20"/>
        </w:rPr>
      </w:lvl>
    </w:lvlOverride>
  </w:num>
  <w:num w:numId="4" w16cid:durableId="394593573">
    <w:abstractNumId w:val="3"/>
  </w:num>
  <w:num w:numId="5" w16cid:durableId="583799899">
    <w:abstractNumId w:val="5"/>
  </w:num>
  <w:num w:numId="6" w16cid:durableId="59251688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693"/>
    <w:rsid w:val="00000272"/>
    <w:rsid w:val="0000044B"/>
    <w:rsid w:val="00000D0F"/>
    <w:rsid w:val="00006D55"/>
    <w:rsid w:val="000079C4"/>
    <w:rsid w:val="00011371"/>
    <w:rsid w:val="00012119"/>
    <w:rsid w:val="00013596"/>
    <w:rsid w:val="00013A1D"/>
    <w:rsid w:val="00013FAC"/>
    <w:rsid w:val="00017DE4"/>
    <w:rsid w:val="00021AB0"/>
    <w:rsid w:val="00022301"/>
    <w:rsid w:val="00022383"/>
    <w:rsid w:val="00023CE6"/>
    <w:rsid w:val="000258FC"/>
    <w:rsid w:val="000268B1"/>
    <w:rsid w:val="00026D67"/>
    <w:rsid w:val="0003030B"/>
    <w:rsid w:val="00030538"/>
    <w:rsid w:val="0003094D"/>
    <w:rsid w:val="000309EC"/>
    <w:rsid w:val="00031CB4"/>
    <w:rsid w:val="00032009"/>
    <w:rsid w:val="00033320"/>
    <w:rsid w:val="000347AA"/>
    <w:rsid w:val="000359BC"/>
    <w:rsid w:val="00036D65"/>
    <w:rsid w:val="00037453"/>
    <w:rsid w:val="00040759"/>
    <w:rsid w:val="000418AD"/>
    <w:rsid w:val="0004405B"/>
    <w:rsid w:val="00044599"/>
    <w:rsid w:val="00044D57"/>
    <w:rsid w:val="00047ABE"/>
    <w:rsid w:val="00053140"/>
    <w:rsid w:val="000543C4"/>
    <w:rsid w:val="00054D9D"/>
    <w:rsid w:val="000558B7"/>
    <w:rsid w:val="00055B19"/>
    <w:rsid w:val="00056821"/>
    <w:rsid w:val="000617C9"/>
    <w:rsid w:val="0006255D"/>
    <w:rsid w:val="00062568"/>
    <w:rsid w:val="00063239"/>
    <w:rsid w:val="00063E01"/>
    <w:rsid w:val="00063F2D"/>
    <w:rsid w:val="0006554F"/>
    <w:rsid w:val="00066D2E"/>
    <w:rsid w:val="000721E9"/>
    <w:rsid w:val="000724AD"/>
    <w:rsid w:val="000728CC"/>
    <w:rsid w:val="000733FE"/>
    <w:rsid w:val="00074720"/>
    <w:rsid w:val="00075111"/>
    <w:rsid w:val="00075BB2"/>
    <w:rsid w:val="00076F01"/>
    <w:rsid w:val="00077AE2"/>
    <w:rsid w:val="00077C11"/>
    <w:rsid w:val="00077E31"/>
    <w:rsid w:val="000857B3"/>
    <w:rsid w:val="0008612F"/>
    <w:rsid w:val="00086E10"/>
    <w:rsid w:val="00087A9B"/>
    <w:rsid w:val="000917AA"/>
    <w:rsid w:val="000948C1"/>
    <w:rsid w:val="00094B73"/>
    <w:rsid w:val="0009647E"/>
    <w:rsid w:val="00096802"/>
    <w:rsid w:val="000A0DE2"/>
    <w:rsid w:val="000A1FD8"/>
    <w:rsid w:val="000A4607"/>
    <w:rsid w:val="000A54EE"/>
    <w:rsid w:val="000A57ED"/>
    <w:rsid w:val="000A60BD"/>
    <w:rsid w:val="000A78ED"/>
    <w:rsid w:val="000B0FDE"/>
    <w:rsid w:val="000B1794"/>
    <w:rsid w:val="000B2533"/>
    <w:rsid w:val="000B347E"/>
    <w:rsid w:val="000B3C26"/>
    <w:rsid w:val="000B63D5"/>
    <w:rsid w:val="000B6878"/>
    <w:rsid w:val="000B7084"/>
    <w:rsid w:val="000C06EC"/>
    <w:rsid w:val="000C1DCD"/>
    <w:rsid w:val="000C4277"/>
    <w:rsid w:val="000C5D0F"/>
    <w:rsid w:val="000C6309"/>
    <w:rsid w:val="000C6930"/>
    <w:rsid w:val="000D01E5"/>
    <w:rsid w:val="000D0E15"/>
    <w:rsid w:val="000D208E"/>
    <w:rsid w:val="000D29DE"/>
    <w:rsid w:val="000E43E5"/>
    <w:rsid w:val="000E599E"/>
    <w:rsid w:val="000E6E61"/>
    <w:rsid w:val="000F375A"/>
    <w:rsid w:val="000F5C0C"/>
    <w:rsid w:val="000F6095"/>
    <w:rsid w:val="000F6E13"/>
    <w:rsid w:val="000F7DBE"/>
    <w:rsid w:val="0010045E"/>
    <w:rsid w:val="00100613"/>
    <w:rsid w:val="00100EE8"/>
    <w:rsid w:val="00101048"/>
    <w:rsid w:val="001031B8"/>
    <w:rsid w:val="00103D46"/>
    <w:rsid w:val="00103F83"/>
    <w:rsid w:val="0010409D"/>
    <w:rsid w:val="001045FA"/>
    <w:rsid w:val="00104871"/>
    <w:rsid w:val="00105D94"/>
    <w:rsid w:val="00106A41"/>
    <w:rsid w:val="001073FE"/>
    <w:rsid w:val="00111D39"/>
    <w:rsid w:val="00112696"/>
    <w:rsid w:val="00114620"/>
    <w:rsid w:val="00114DE9"/>
    <w:rsid w:val="001156B8"/>
    <w:rsid w:val="00115999"/>
    <w:rsid w:val="00121F30"/>
    <w:rsid w:val="0012303A"/>
    <w:rsid w:val="00123B4B"/>
    <w:rsid w:val="00125041"/>
    <w:rsid w:val="001250E2"/>
    <w:rsid w:val="00127AB5"/>
    <w:rsid w:val="00127B84"/>
    <w:rsid w:val="001307E0"/>
    <w:rsid w:val="00131CA0"/>
    <w:rsid w:val="001344C8"/>
    <w:rsid w:val="00135EB6"/>
    <w:rsid w:val="001371E3"/>
    <w:rsid w:val="00140365"/>
    <w:rsid w:val="00140D56"/>
    <w:rsid w:val="00141CB0"/>
    <w:rsid w:val="001426D1"/>
    <w:rsid w:val="00143BD5"/>
    <w:rsid w:val="00145867"/>
    <w:rsid w:val="00145882"/>
    <w:rsid w:val="001524E3"/>
    <w:rsid w:val="00154781"/>
    <w:rsid w:val="00156A3E"/>
    <w:rsid w:val="00161E9A"/>
    <w:rsid w:val="00164D21"/>
    <w:rsid w:val="00165EA1"/>
    <w:rsid w:val="00170B22"/>
    <w:rsid w:val="00171DC9"/>
    <w:rsid w:val="00172148"/>
    <w:rsid w:val="00173B0E"/>
    <w:rsid w:val="00174771"/>
    <w:rsid w:val="00176170"/>
    <w:rsid w:val="00176F80"/>
    <w:rsid w:val="0018148A"/>
    <w:rsid w:val="0018372F"/>
    <w:rsid w:val="00183E28"/>
    <w:rsid w:val="001844E4"/>
    <w:rsid w:val="0018491C"/>
    <w:rsid w:val="00185C15"/>
    <w:rsid w:val="00187EB4"/>
    <w:rsid w:val="0019003F"/>
    <w:rsid w:val="00190771"/>
    <w:rsid w:val="00191670"/>
    <w:rsid w:val="00191BB1"/>
    <w:rsid w:val="00193E20"/>
    <w:rsid w:val="00194244"/>
    <w:rsid w:val="001960F0"/>
    <w:rsid w:val="001964C4"/>
    <w:rsid w:val="001A03EB"/>
    <w:rsid w:val="001A094D"/>
    <w:rsid w:val="001A3065"/>
    <w:rsid w:val="001A313D"/>
    <w:rsid w:val="001A4661"/>
    <w:rsid w:val="001A6182"/>
    <w:rsid w:val="001B09CA"/>
    <w:rsid w:val="001B0FA7"/>
    <w:rsid w:val="001B21A5"/>
    <w:rsid w:val="001B51FE"/>
    <w:rsid w:val="001B706F"/>
    <w:rsid w:val="001B7B1A"/>
    <w:rsid w:val="001B7D50"/>
    <w:rsid w:val="001C76D8"/>
    <w:rsid w:val="001C78D3"/>
    <w:rsid w:val="001C7E80"/>
    <w:rsid w:val="001D2AB8"/>
    <w:rsid w:val="001D3731"/>
    <w:rsid w:val="001D402F"/>
    <w:rsid w:val="001D57F7"/>
    <w:rsid w:val="001E1905"/>
    <w:rsid w:val="001E22FD"/>
    <w:rsid w:val="001E2671"/>
    <w:rsid w:val="001E401D"/>
    <w:rsid w:val="001E76DB"/>
    <w:rsid w:val="001F2F74"/>
    <w:rsid w:val="001F499A"/>
    <w:rsid w:val="001F591E"/>
    <w:rsid w:val="001F6983"/>
    <w:rsid w:val="001F7789"/>
    <w:rsid w:val="001F7A77"/>
    <w:rsid w:val="002005B4"/>
    <w:rsid w:val="0020193D"/>
    <w:rsid w:val="002019C1"/>
    <w:rsid w:val="002026B5"/>
    <w:rsid w:val="00202813"/>
    <w:rsid w:val="00204DB4"/>
    <w:rsid w:val="002074B0"/>
    <w:rsid w:val="00210AA4"/>
    <w:rsid w:val="002111F1"/>
    <w:rsid w:val="00211D93"/>
    <w:rsid w:val="00215BDA"/>
    <w:rsid w:val="00216D60"/>
    <w:rsid w:val="0022059D"/>
    <w:rsid w:val="00221371"/>
    <w:rsid w:val="0022268F"/>
    <w:rsid w:val="00223CAA"/>
    <w:rsid w:val="00224001"/>
    <w:rsid w:val="00230201"/>
    <w:rsid w:val="00231134"/>
    <w:rsid w:val="00231832"/>
    <w:rsid w:val="00231B63"/>
    <w:rsid w:val="00233DEE"/>
    <w:rsid w:val="0023623D"/>
    <w:rsid w:val="00236FB8"/>
    <w:rsid w:val="00237884"/>
    <w:rsid w:val="00240EDA"/>
    <w:rsid w:val="0024606C"/>
    <w:rsid w:val="00246C06"/>
    <w:rsid w:val="00247054"/>
    <w:rsid w:val="002476A5"/>
    <w:rsid w:val="00247733"/>
    <w:rsid w:val="00255B89"/>
    <w:rsid w:val="002633F0"/>
    <w:rsid w:val="00265066"/>
    <w:rsid w:val="0026544F"/>
    <w:rsid w:val="00265554"/>
    <w:rsid w:val="00272D0A"/>
    <w:rsid w:val="00274285"/>
    <w:rsid w:val="00274B4A"/>
    <w:rsid w:val="00275B48"/>
    <w:rsid w:val="00276543"/>
    <w:rsid w:val="002765BD"/>
    <w:rsid w:val="0027792C"/>
    <w:rsid w:val="00280E8A"/>
    <w:rsid w:val="0028312C"/>
    <w:rsid w:val="002841D9"/>
    <w:rsid w:val="00285A98"/>
    <w:rsid w:val="00290BB2"/>
    <w:rsid w:val="0029322D"/>
    <w:rsid w:val="00293E11"/>
    <w:rsid w:val="002948DB"/>
    <w:rsid w:val="00294C34"/>
    <w:rsid w:val="00296978"/>
    <w:rsid w:val="0029730C"/>
    <w:rsid w:val="002A587E"/>
    <w:rsid w:val="002A5C25"/>
    <w:rsid w:val="002A6FEA"/>
    <w:rsid w:val="002B0778"/>
    <w:rsid w:val="002B71B5"/>
    <w:rsid w:val="002B7B80"/>
    <w:rsid w:val="002C00D1"/>
    <w:rsid w:val="002C0FD5"/>
    <w:rsid w:val="002C251E"/>
    <w:rsid w:val="002C2BB0"/>
    <w:rsid w:val="002C371B"/>
    <w:rsid w:val="002C441C"/>
    <w:rsid w:val="002C4959"/>
    <w:rsid w:val="002C5451"/>
    <w:rsid w:val="002C63C1"/>
    <w:rsid w:val="002D10FD"/>
    <w:rsid w:val="002D1F91"/>
    <w:rsid w:val="002D368D"/>
    <w:rsid w:val="002D3CAF"/>
    <w:rsid w:val="002D5129"/>
    <w:rsid w:val="002D690C"/>
    <w:rsid w:val="002D7E6C"/>
    <w:rsid w:val="002E0625"/>
    <w:rsid w:val="002E3CFB"/>
    <w:rsid w:val="002E42EB"/>
    <w:rsid w:val="002E7448"/>
    <w:rsid w:val="002E75F3"/>
    <w:rsid w:val="002E7F75"/>
    <w:rsid w:val="002F1468"/>
    <w:rsid w:val="002F1B23"/>
    <w:rsid w:val="002F2D77"/>
    <w:rsid w:val="002F2F49"/>
    <w:rsid w:val="002F3A04"/>
    <w:rsid w:val="002F51E7"/>
    <w:rsid w:val="002F630E"/>
    <w:rsid w:val="002F722F"/>
    <w:rsid w:val="002F7E99"/>
    <w:rsid w:val="003021BC"/>
    <w:rsid w:val="00302231"/>
    <w:rsid w:val="003026B9"/>
    <w:rsid w:val="0030324A"/>
    <w:rsid w:val="00304760"/>
    <w:rsid w:val="00304B29"/>
    <w:rsid w:val="00304F1F"/>
    <w:rsid w:val="00312992"/>
    <w:rsid w:val="003156A6"/>
    <w:rsid w:val="00316DCB"/>
    <w:rsid w:val="003171AF"/>
    <w:rsid w:val="00320D9C"/>
    <w:rsid w:val="00322B4F"/>
    <w:rsid w:val="00324913"/>
    <w:rsid w:val="00324B66"/>
    <w:rsid w:val="00326106"/>
    <w:rsid w:val="00326DDD"/>
    <w:rsid w:val="00326E68"/>
    <w:rsid w:val="00330442"/>
    <w:rsid w:val="00331210"/>
    <w:rsid w:val="00331BF7"/>
    <w:rsid w:val="00331E41"/>
    <w:rsid w:val="00332282"/>
    <w:rsid w:val="0033538E"/>
    <w:rsid w:val="00336963"/>
    <w:rsid w:val="003405A6"/>
    <w:rsid w:val="003407F1"/>
    <w:rsid w:val="003424FC"/>
    <w:rsid w:val="00343974"/>
    <w:rsid w:val="00344510"/>
    <w:rsid w:val="00344547"/>
    <w:rsid w:val="00345BF0"/>
    <w:rsid w:val="003470AD"/>
    <w:rsid w:val="0034748A"/>
    <w:rsid w:val="003477C7"/>
    <w:rsid w:val="00352411"/>
    <w:rsid w:val="00353DB5"/>
    <w:rsid w:val="003547F4"/>
    <w:rsid w:val="00356B91"/>
    <w:rsid w:val="00357D1C"/>
    <w:rsid w:val="00360B72"/>
    <w:rsid w:val="00361D66"/>
    <w:rsid w:val="00362AA5"/>
    <w:rsid w:val="00362D2F"/>
    <w:rsid w:val="00363F34"/>
    <w:rsid w:val="003640C0"/>
    <w:rsid w:val="0036443E"/>
    <w:rsid w:val="00364C8D"/>
    <w:rsid w:val="0036536E"/>
    <w:rsid w:val="0036545B"/>
    <w:rsid w:val="003679BD"/>
    <w:rsid w:val="00370210"/>
    <w:rsid w:val="003704F7"/>
    <w:rsid w:val="003740FC"/>
    <w:rsid w:val="003765D4"/>
    <w:rsid w:val="00377544"/>
    <w:rsid w:val="003775E5"/>
    <w:rsid w:val="00380E0E"/>
    <w:rsid w:val="0038133D"/>
    <w:rsid w:val="00385D88"/>
    <w:rsid w:val="003869BE"/>
    <w:rsid w:val="00386F24"/>
    <w:rsid w:val="0039132F"/>
    <w:rsid w:val="00392BD3"/>
    <w:rsid w:val="00393492"/>
    <w:rsid w:val="00394A09"/>
    <w:rsid w:val="0039554D"/>
    <w:rsid w:val="00395FD1"/>
    <w:rsid w:val="003A18AB"/>
    <w:rsid w:val="003A1A95"/>
    <w:rsid w:val="003A2EA3"/>
    <w:rsid w:val="003A5638"/>
    <w:rsid w:val="003A6284"/>
    <w:rsid w:val="003B009E"/>
    <w:rsid w:val="003B1EDC"/>
    <w:rsid w:val="003B1F5F"/>
    <w:rsid w:val="003B290B"/>
    <w:rsid w:val="003B534E"/>
    <w:rsid w:val="003B6D20"/>
    <w:rsid w:val="003C10FB"/>
    <w:rsid w:val="003C4063"/>
    <w:rsid w:val="003C4137"/>
    <w:rsid w:val="003C46F0"/>
    <w:rsid w:val="003C73D2"/>
    <w:rsid w:val="003D107C"/>
    <w:rsid w:val="003D34DB"/>
    <w:rsid w:val="003D4A82"/>
    <w:rsid w:val="003D4D2A"/>
    <w:rsid w:val="003D5A09"/>
    <w:rsid w:val="003D79A4"/>
    <w:rsid w:val="003E080F"/>
    <w:rsid w:val="003E1155"/>
    <w:rsid w:val="003E28F8"/>
    <w:rsid w:val="003E41D6"/>
    <w:rsid w:val="003E6E9A"/>
    <w:rsid w:val="003E6F5B"/>
    <w:rsid w:val="003E7342"/>
    <w:rsid w:val="003F3A95"/>
    <w:rsid w:val="003F3CB7"/>
    <w:rsid w:val="003F4B6F"/>
    <w:rsid w:val="003F4C07"/>
    <w:rsid w:val="003F4C34"/>
    <w:rsid w:val="003F704E"/>
    <w:rsid w:val="00401448"/>
    <w:rsid w:val="00403B9C"/>
    <w:rsid w:val="00405C9C"/>
    <w:rsid w:val="0041103E"/>
    <w:rsid w:val="004120E6"/>
    <w:rsid w:val="004127FC"/>
    <w:rsid w:val="00412C4C"/>
    <w:rsid w:val="004139FC"/>
    <w:rsid w:val="00417294"/>
    <w:rsid w:val="00417580"/>
    <w:rsid w:val="00424589"/>
    <w:rsid w:val="004259A5"/>
    <w:rsid w:val="00427298"/>
    <w:rsid w:val="00427E6D"/>
    <w:rsid w:val="004310B0"/>
    <w:rsid w:val="00431D0A"/>
    <w:rsid w:val="0043281F"/>
    <w:rsid w:val="00432F22"/>
    <w:rsid w:val="0043534A"/>
    <w:rsid w:val="004357B8"/>
    <w:rsid w:val="00440420"/>
    <w:rsid w:val="0044143F"/>
    <w:rsid w:val="004451CC"/>
    <w:rsid w:val="0044703A"/>
    <w:rsid w:val="0044756D"/>
    <w:rsid w:val="004504F3"/>
    <w:rsid w:val="0045160B"/>
    <w:rsid w:val="00451F4B"/>
    <w:rsid w:val="0045317C"/>
    <w:rsid w:val="0045397B"/>
    <w:rsid w:val="00453D72"/>
    <w:rsid w:val="00455632"/>
    <w:rsid w:val="004557B8"/>
    <w:rsid w:val="00456398"/>
    <w:rsid w:val="0046027E"/>
    <w:rsid w:val="00460811"/>
    <w:rsid w:val="004666CE"/>
    <w:rsid w:val="00467D3F"/>
    <w:rsid w:val="00471379"/>
    <w:rsid w:val="00472E8D"/>
    <w:rsid w:val="004736C1"/>
    <w:rsid w:val="00473880"/>
    <w:rsid w:val="004741DF"/>
    <w:rsid w:val="0047437A"/>
    <w:rsid w:val="00484370"/>
    <w:rsid w:val="00484D3F"/>
    <w:rsid w:val="004856CC"/>
    <w:rsid w:val="0048666F"/>
    <w:rsid w:val="00486A46"/>
    <w:rsid w:val="004873BD"/>
    <w:rsid w:val="00487F03"/>
    <w:rsid w:val="00487FDC"/>
    <w:rsid w:val="00491E70"/>
    <w:rsid w:val="004932F1"/>
    <w:rsid w:val="004A10B1"/>
    <w:rsid w:val="004A55AA"/>
    <w:rsid w:val="004A6385"/>
    <w:rsid w:val="004A7BC7"/>
    <w:rsid w:val="004A7F56"/>
    <w:rsid w:val="004B1DA1"/>
    <w:rsid w:val="004B5B3C"/>
    <w:rsid w:val="004B7F7E"/>
    <w:rsid w:val="004C1CDD"/>
    <w:rsid w:val="004C20AA"/>
    <w:rsid w:val="004C52C1"/>
    <w:rsid w:val="004D1041"/>
    <w:rsid w:val="004D15EC"/>
    <w:rsid w:val="004D1BA1"/>
    <w:rsid w:val="004D39BA"/>
    <w:rsid w:val="004D60C0"/>
    <w:rsid w:val="004D60CF"/>
    <w:rsid w:val="004D761A"/>
    <w:rsid w:val="004E0224"/>
    <w:rsid w:val="004E323F"/>
    <w:rsid w:val="004E561F"/>
    <w:rsid w:val="004E5CB0"/>
    <w:rsid w:val="004F29D1"/>
    <w:rsid w:val="004F35F4"/>
    <w:rsid w:val="004F484E"/>
    <w:rsid w:val="004F556B"/>
    <w:rsid w:val="004F5800"/>
    <w:rsid w:val="004F761C"/>
    <w:rsid w:val="004F7819"/>
    <w:rsid w:val="004F7F8A"/>
    <w:rsid w:val="00502BC6"/>
    <w:rsid w:val="00502E41"/>
    <w:rsid w:val="005040A3"/>
    <w:rsid w:val="0050565C"/>
    <w:rsid w:val="00506670"/>
    <w:rsid w:val="00506B27"/>
    <w:rsid w:val="00507350"/>
    <w:rsid w:val="005102BE"/>
    <w:rsid w:val="00512B82"/>
    <w:rsid w:val="0051393C"/>
    <w:rsid w:val="00514DAD"/>
    <w:rsid w:val="005160E0"/>
    <w:rsid w:val="0051610E"/>
    <w:rsid w:val="0051688D"/>
    <w:rsid w:val="00516A5D"/>
    <w:rsid w:val="0051769B"/>
    <w:rsid w:val="005177F7"/>
    <w:rsid w:val="00521B27"/>
    <w:rsid w:val="005233BF"/>
    <w:rsid w:val="00524013"/>
    <w:rsid w:val="005258DA"/>
    <w:rsid w:val="00531598"/>
    <w:rsid w:val="00532F22"/>
    <w:rsid w:val="00534EC8"/>
    <w:rsid w:val="005352AD"/>
    <w:rsid w:val="005352F8"/>
    <w:rsid w:val="005364A2"/>
    <w:rsid w:val="00537905"/>
    <w:rsid w:val="005408EA"/>
    <w:rsid w:val="00540DC6"/>
    <w:rsid w:val="00541630"/>
    <w:rsid w:val="00541E29"/>
    <w:rsid w:val="0054561F"/>
    <w:rsid w:val="00546D7C"/>
    <w:rsid w:val="0054760E"/>
    <w:rsid w:val="00550018"/>
    <w:rsid w:val="00551B3F"/>
    <w:rsid w:val="00551D9D"/>
    <w:rsid w:val="005522BC"/>
    <w:rsid w:val="005528EA"/>
    <w:rsid w:val="00552A8D"/>
    <w:rsid w:val="00553C43"/>
    <w:rsid w:val="00553EF1"/>
    <w:rsid w:val="0056122B"/>
    <w:rsid w:val="00561A2E"/>
    <w:rsid w:val="00561C31"/>
    <w:rsid w:val="00561DFD"/>
    <w:rsid w:val="00562D6F"/>
    <w:rsid w:val="00565B4E"/>
    <w:rsid w:val="00566179"/>
    <w:rsid w:val="005661F5"/>
    <w:rsid w:val="00571618"/>
    <w:rsid w:val="00571C71"/>
    <w:rsid w:val="00572939"/>
    <w:rsid w:val="00574764"/>
    <w:rsid w:val="00574E9F"/>
    <w:rsid w:val="0057531C"/>
    <w:rsid w:val="00580805"/>
    <w:rsid w:val="00581C33"/>
    <w:rsid w:val="00582EAD"/>
    <w:rsid w:val="00583556"/>
    <w:rsid w:val="00584274"/>
    <w:rsid w:val="00584A08"/>
    <w:rsid w:val="00584B92"/>
    <w:rsid w:val="005867CE"/>
    <w:rsid w:val="0058688C"/>
    <w:rsid w:val="005877CA"/>
    <w:rsid w:val="0059183F"/>
    <w:rsid w:val="00594C55"/>
    <w:rsid w:val="005A0921"/>
    <w:rsid w:val="005A3A75"/>
    <w:rsid w:val="005A3A88"/>
    <w:rsid w:val="005A3FD2"/>
    <w:rsid w:val="005A4D93"/>
    <w:rsid w:val="005A4FB6"/>
    <w:rsid w:val="005A664C"/>
    <w:rsid w:val="005A75F7"/>
    <w:rsid w:val="005A7DCE"/>
    <w:rsid w:val="005B0EB3"/>
    <w:rsid w:val="005B1D71"/>
    <w:rsid w:val="005B3476"/>
    <w:rsid w:val="005B4333"/>
    <w:rsid w:val="005B4660"/>
    <w:rsid w:val="005B6244"/>
    <w:rsid w:val="005C119B"/>
    <w:rsid w:val="005C148A"/>
    <w:rsid w:val="005C1549"/>
    <w:rsid w:val="005C2986"/>
    <w:rsid w:val="005C3A70"/>
    <w:rsid w:val="005C5725"/>
    <w:rsid w:val="005C6135"/>
    <w:rsid w:val="005C6382"/>
    <w:rsid w:val="005C7232"/>
    <w:rsid w:val="005D0503"/>
    <w:rsid w:val="005D154D"/>
    <w:rsid w:val="005D1902"/>
    <w:rsid w:val="005D2FAF"/>
    <w:rsid w:val="005D331C"/>
    <w:rsid w:val="005D55EB"/>
    <w:rsid w:val="005D5987"/>
    <w:rsid w:val="005D5F59"/>
    <w:rsid w:val="005D61E2"/>
    <w:rsid w:val="005D6318"/>
    <w:rsid w:val="005E08C1"/>
    <w:rsid w:val="005E0CBE"/>
    <w:rsid w:val="005E416C"/>
    <w:rsid w:val="005E43FB"/>
    <w:rsid w:val="005E4A80"/>
    <w:rsid w:val="005E5091"/>
    <w:rsid w:val="005E703B"/>
    <w:rsid w:val="005F03A2"/>
    <w:rsid w:val="005F2B01"/>
    <w:rsid w:val="005F335D"/>
    <w:rsid w:val="005F620D"/>
    <w:rsid w:val="005F6591"/>
    <w:rsid w:val="005F7ACA"/>
    <w:rsid w:val="006005D4"/>
    <w:rsid w:val="00602E0B"/>
    <w:rsid w:val="00605348"/>
    <w:rsid w:val="00605ABB"/>
    <w:rsid w:val="006069AC"/>
    <w:rsid w:val="006073FA"/>
    <w:rsid w:val="00613210"/>
    <w:rsid w:val="0061451F"/>
    <w:rsid w:val="0061522D"/>
    <w:rsid w:val="00616A56"/>
    <w:rsid w:val="006221E6"/>
    <w:rsid w:val="0062267C"/>
    <w:rsid w:val="00622812"/>
    <w:rsid w:val="0062436A"/>
    <w:rsid w:val="00625291"/>
    <w:rsid w:val="00626BB6"/>
    <w:rsid w:val="00627BAC"/>
    <w:rsid w:val="00631264"/>
    <w:rsid w:val="006328AF"/>
    <w:rsid w:val="00632939"/>
    <w:rsid w:val="00632EF4"/>
    <w:rsid w:val="00636716"/>
    <w:rsid w:val="00637581"/>
    <w:rsid w:val="006375C1"/>
    <w:rsid w:val="00640170"/>
    <w:rsid w:val="006407FF"/>
    <w:rsid w:val="00640D88"/>
    <w:rsid w:val="006426E9"/>
    <w:rsid w:val="006431DB"/>
    <w:rsid w:val="00643F71"/>
    <w:rsid w:val="0064499C"/>
    <w:rsid w:val="00646D03"/>
    <w:rsid w:val="006501AE"/>
    <w:rsid w:val="00650E4C"/>
    <w:rsid w:val="00653FB6"/>
    <w:rsid w:val="006547F5"/>
    <w:rsid w:val="00660E25"/>
    <w:rsid w:val="00661583"/>
    <w:rsid w:val="00667267"/>
    <w:rsid w:val="00667E42"/>
    <w:rsid w:val="00671C68"/>
    <w:rsid w:val="006727CE"/>
    <w:rsid w:val="00675D06"/>
    <w:rsid w:val="00677D9B"/>
    <w:rsid w:val="006801CD"/>
    <w:rsid w:val="00681727"/>
    <w:rsid w:val="0068405D"/>
    <w:rsid w:val="0068471E"/>
    <w:rsid w:val="00685C49"/>
    <w:rsid w:val="006863DB"/>
    <w:rsid w:val="00690FC5"/>
    <w:rsid w:val="0069257F"/>
    <w:rsid w:val="00693A2C"/>
    <w:rsid w:val="00695C5C"/>
    <w:rsid w:val="0069630B"/>
    <w:rsid w:val="006978F6"/>
    <w:rsid w:val="006A0836"/>
    <w:rsid w:val="006A1E4C"/>
    <w:rsid w:val="006A263E"/>
    <w:rsid w:val="006A297B"/>
    <w:rsid w:val="006A5176"/>
    <w:rsid w:val="006B0AE4"/>
    <w:rsid w:val="006B0E63"/>
    <w:rsid w:val="006B3668"/>
    <w:rsid w:val="006B38BD"/>
    <w:rsid w:val="006B3CC8"/>
    <w:rsid w:val="006B4455"/>
    <w:rsid w:val="006B4E79"/>
    <w:rsid w:val="006B576F"/>
    <w:rsid w:val="006B65F1"/>
    <w:rsid w:val="006B67EB"/>
    <w:rsid w:val="006B6B79"/>
    <w:rsid w:val="006B775A"/>
    <w:rsid w:val="006B7B3C"/>
    <w:rsid w:val="006C0321"/>
    <w:rsid w:val="006C121A"/>
    <w:rsid w:val="006C2593"/>
    <w:rsid w:val="006C3D32"/>
    <w:rsid w:val="006C5938"/>
    <w:rsid w:val="006C63FF"/>
    <w:rsid w:val="006C73C4"/>
    <w:rsid w:val="006C7F64"/>
    <w:rsid w:val="006D186A"/>
    <w:rsid w:val="006D1EF1"/>
    <w:rsid w:val="006D340F"/>
    <w:rsid w:val="006D341C"/>
    <w:rsid w:val="006D372D"/>
    <w:rsid w:val="006D3F44"/>
    <w:rsid w:val="006E0A97"/>
    <w:rsid w:val="006E2383"/>
    <w:rsid w:val="006E2A78"/>
    <w:rsid w:val="006E3226"/>
    <w:rsid w:val="006E4925"/>
    <w:rsid w:val="006E57DE"/>
    <w:rsid w:val="006E5C09"/>
    <w:rsid w:val="006E7975"/>
    <w:rsid w:val="006F00CF"/>
    <w:rsid w:val="006F0278"/>
    <w:rsid w:val="006F0F34"/>
    <w:rsid w:val="006F1BD5"/>
    <w:rsid w:val="006F2A61"/>
    <w:rsid w:val="006F2B56"/>
    <w:rsid w:val="006F2B71"/>
    <w:rsid w:val="006F4F31"/>
    <w:rsid w:val="006F564B"/>
    <w:rsid w:val="007001C0"/>
    <w:rsid w:val="00703D33"/>
    <w:rsid w:val="00704F8E"/>
    <w:rsid w:val="00707939"/>
    <w:rsid w:val="00707BF1"/>
    <w:rsid w:val="00707D21"/>
    <w:rsid w:val="00707E5A"/>
    <w:rsid w:val="00710D25"/>
    <w:rsid w:val="00712E27"/>
    <w:rsid w:val="00713004"/>
    <w:rsid w:val="00713D74"/>
    <w:rsid w:val="00713F7B"/>
    <w:rsid w:val="00714AA9"/>
    <w:rsid w:val="00715961"/>
    <w:rsid w:val="007175F4"/>
    <w:rsid w:val="00717EB3"/>
    <w:rsid w:val="00717F66"/>
    <w:rsid w:val="00721531"/>
    <w:rsid w:val="00723493"/>
    <w:rsid w:val="00723E13"/>
    <w:rsid w:val="007240E7"/>
    <w:rsid w:val="00724BCE"/>
    <w:rsid w:val="007263DD"/>
    <w:rsid w:val="00726461"/>
    <w:rsid w:val="0072695C"/>
    <w:rsid w:val="00730693"/>
    <w:rsid w:val="007314E1"/>
    <w:rsid w:val="00734317"/>
    <w:rsid w:val="00735E66"/>
    <w:rsid w:val="00737CEE"/>
    <w:rsid w:val="00742772"/>
    <w:rsid w:val="007436AE"/>
    <w:rsid w:val="0074458A"/>
    <w:rsid w:val="00747D68"/>
    <w:rsid w:val="00750A75"/>
    <w:rsid w:val="007516A5"/>
    <w:rsid w:val="007531F4"/>
    <w:rsid w:val="007537E5"/>
    <w:rsid w:val="00753835"/>
    <w:rsid w:val="00753B21"/>
    <w:rsid w:val="0075405B"/>
    <w:rsid w:val="0075499F"/>
    <w:rsid w:val="00754FCC"/>
    <w:rsid w:val="0075575F"/>
    <w:rsid w:val="0075686D"/>
    <w:rsid w:val="00756B0F"/>
    <w:rsid w:val="00757DA6"/>
    <w:rsid w:val="00761004"/>
    <w:rsid w:val="00761F42"/>
    <w:rsid w:val="007621BA"/>
    <w:rsid w:val="0076306D"/>
    <w:rsid w:val="0076357B"/>
    <w:rsid w:val="00763DA7"/>
    <w:rsid w:val="00763EA3"/>
    <w:rsid w:val="00764BFC"/>
    <w:rsid w:val="00764D62"/>
    <w:rsid w:val="007712BD"/>
    <w:rsid w:val="00771FBE"/>
    <w:rsid w:val="00773F69"/>
    <w:rsid w:val="0077535A"/>
    <w:rsid w:val="007767E8"/>
    <w:rsid w:val="007768E2"/>
    <w:rsid w:val="00777A99"/>
    <w:rsid w:val="007800C5"/>
    <w:rsid w:val="007822B1"/>
    <w:rsid w:val="007834D1"/>
    <w:rsid w:val="0078469D"/>
    <w:rsid w:val="0078684C"/>
    <w:rsid w:val="00790D25"/>
    <w:rsid w:val="007916E6"/>
    <w:rsid w:val="007923AC"/>
    <w:rsid w:val="0079368A"/>
    <w:rsid w:val="007A02B6"/>
    <w:rsid w:val="007A18F7"/>
    <w:rsid w:val="007A448B"/>
    <w:rsid w:val="007A568F"/>
    <w:rsid w:val="007A62DD"/>
    <w:rsid w:val="007B0F39"/>
    <w:rsid w:val="007B16C6"/>
    <w:rsid w:val="007B3651"/>
    <w:rsid w:val="007B3F1C"/>
    <w:rsid w:val="007B48B2"/>
    <w:rsid w:val="007B4E6B"/>
    <w:rsid w:val="007B53FC"/>
    <w:rsid w:val="007C1BE6"/>
    <w:rsid w:val="007C1E24"/>
    <w:rsid w:val="007C223C"/>
    <w:rsid w:val="007C467A"/>
    <w:rsid w:val="007C4F85"/>
    <w:rsid w:val="007C5293"/>
    <w:rsid w:val="007C623C"/>
    <w:rsid w:val="007C7803"/>
    <w:rsid w:val="007D0FEC"/>
    <w:rsid w:val="007D1B8E"/>
    <w:rsid w:val="007D1DD1"/>
    <w:rsid w:val="007D425B"/>
    <w:rsid w:val="007D5607"/>
    <w:rsid w:val="007E0750"/>
    <w:rsid w:val="007E0F46"/>
    <w:rsid w:val="007E1B36"/>
    <w:rsid w:val="007E2D93"/>
    <w:rsid w:val="007E2E4D"/>
    <w:rsid w:val="007E3C8F"/>
    <w:rsid w:val="007E4C4D"/>
    <w:rsid w:val="007E6401"/>
    <w:rsid w:val="007F105C"/>
    <w:rsid w:val="007F1946"/>
    <w:rsid w:val="007F467F"/>
    <w:rsid w:val="007F7962"/>
    <w:rsid w:val="00801668"/>
    <w:rsid w:val="008048ED"/>
    <w:rsid w:val="00804A17"/>
    <w:rsid w:val="00805542"/>
    <w:rsid w:val="00806BCD"/>
    <w:rsid w:val="00807A1B"/>
    <w:rsid w:val="00807C49"/>
    <w:rsid w:val="0081084D"/>
    <w:rsid w:val="00811798"/>
    <w:rsid w:val="00811A3D"/>
    <w:rsid w:val="00813CDC"/>
    <w:rsid w:val="00814129"/>
    <w:rsid w:val="00814460"/>
    <w:rsid w:val="00814797"/>
    <w:rsid w:val="0081496D"/>
    <w:rsid w:val="00821237"/>
    <w:rsid w:val="00821382"/>
    <w:rsid w:val="00822CAB"/>
    <w:rsid w:val="00831542"/>
    <w:rsid w:val="00831D3F"/>
    <w:rsid w:val="00832782"/>
    <w:rsid w:val="008340F1"/>
    <w:rsid w:val="00835C66"/>
    <w:rsid w:val="00842229"/>
    <w:rsid w:val="008423D2"/>
    <w:rsid w:val="00843299"/>
    <w:rsid w:val="00844239"/>
    <w:rsid w:val="00844D8F"/>
    <w:rsid w:val="0084657C"/>
    <w:rsid w:val="008470F8"/>
    <w:rsid w:val="00852C4D"/>
    <w:rsid w:val="00854970"/>
    <w:rsid w:val="00861586"/>
    <w:rsid w:val="00864BE7"/>
    <w:rsid w:val="008652DB"/>
    <w:rsid w:val="00866811"/>
    <w:rsid w:val="008722F4"/>
    <w:rsid w:val="00872B43"/>
    <w:rsid w:val="00874AC7"/>
    <w:rsid w:val="00874C27"/>
    <w:rsid w:val="0087586A"/>
    <w:rsid w:val="00875BBB"/>
    <w:rsid w:val="00880735"/>
    <w:rsid w:val="0088091D"/>
    <w:rsid w:val="00882643"/>
    <w:rsid w:val="00882B08"/>
    <w:rsid w:val="00882F86"/>
    <w:rsid w:val="0088317B"/>
    <w:rsid w:val="0088354E"/>
    <w:rsid w:val="00884E32"/>
    <w:rsid w:val="00885240"/>
    <w:rsid w:val="0088679D"/>
    <w:rsid w:val="00887134"/>
    <w:rsid w:val="008903C2"/>
    <w:rsid w:val="008910DA"/>
    <w:rsid w:val="008917E1"/>
    <w:rsid w:val="00892137"/>
    <w:rsid w:val="00893838"/>
    <w:rsid w:val="00894EE0"/>
    <w:rsid w:val="008955BF"/>
    <w:rsid w:val="00895B4A"/>
    <w:rsid w:val="008961A4"/>
    <w:rsid w:val="00896B7A"/>
    <w:rsid w:val="008A0FDB"/>
    <w:rsid w:val="008A17DF"/>
    <w:rsid w:val="008A32CB"/>
    <w:rsid w:val="008A464B"/>
    <w:rsid w:val="008A55D4"/>
    <w:rsid w:val="008A5AAF"/>
    <w:rsid w:val="008A6466"/>
    <w:rsid w:val="008A6E9A"/>
    <w:rsid w:val="008B0984"/>
    <w:rsid w:val="008B0DBE"/>
    <w:rsid w:val="008B15FF"/>
    <w:rsid w:val="008B4FB5"/>
    <w:rsid w:val="008B5150"/>
    <w:rsid w:val="008B62C5"/>
    <w:rsid w:val="008B6A95"/>
    <w:rsid w:val="008B79EC"/>
    <w:rsid w:val="008C263F"/>
    <w:rsid w:val="008C2DA3"/>
    <w:rsid w:val="008C2ED2"/>
    <w:rsid w:val="008C3818"/>
    <w:rsid w:val="008C4150"/>
    <w:rsid w:val="008C609E"/>
    <w:rsid w:val="008C691B"/>
    <w:rsid w:val="008D065A"/>
    <w:rsid w:val="008D1DC0"/>
    <w:rsid w:val="008D1E0C"/>
    <w:rsid w:val="008D3E59"/>
    <w:rsid w:val="008D636F"/>
    <w:rsid w:val="008E0C6F"/>
    <w:rsid w:val="008E147F"/>
    <w:rsid w:val="008E36FD"/>
    <w:rsid w:val="008E68B7"/>
    <w:rsid w:val="008F028D"/>
    <w:rsid w:val="008F0BFF"/>
    <w:rsid w:val="008F1667"/>
    <w:rsid w:val="008F2C28"/>
    <w:rsid w:val="008F2C5A"/>
    <w:rsid w:val="008F387B"/>
    <w:rsid w:val="008F41AB"/>
    <w:rsid w:val="008F4AE6"/>
    <w:rsid w:val="008F65FB"/>
    <w:rsid w:val="008F6FD6"/>
    <w:rsid w:val="00902778"/>
    <w:rsid w:val="00905834"/>
    <w:rsid w:val="009064A9"/>
    <w:rsid w:val="00910082"/>
    <w:rsid w:val="0091199F"/>
    <w:rsid w:val="009125E4"/>
    <w:rsid w:val="00912A13"/>
    <w:rsid w:val="00916D99"/>
    <w:rsid w:val="00917A1F"/>
    <w:rsid w:val="00920B91"/>
    <w:rsid w:val="00922AA5"/>
    <w:rsid w:val="009231F7"/>
    <w:rsid w:val="009232C0"/>
    <w:rsid w:val="00925CA4"/>
    <w:rsid w:val="009264DA"/>
    <w:rsid w:val="009306E1"/>
    <w:rsid w:val="00934505"/>
    <w:rsid w:val="00935364"/>
    <w:rsid w:val="00937E01"/>
    <w:rsid w:val="009400FA"/>
    <w:rsid w:val="009407EE"/>
    <w:rsid w:val="00940EC5"/>
    <w:rsid w:val="0094183D"/>
    <w:rsid w:val="00941A1D"/>
    <w:rsid w:val="009428DE"/>
    <w:rsid w:val="00947586"/>
    <w:rsid w:val="00947C24"/>
    <w:rsid w:val="00950F34"/>
    <w:rsid w:val="009519B0"/>
    <w:rsid w:val="00952182"/>
    <w:rsid w:val="00954748"/>
    <w:rsid w:val="00955A19"/>
    <w:rsid w:val="00955BF2"/>
    <w:rsid w:val="0095667B"/>
    <w:rsid w:val="00957DE2"/>
    <w:rsid w:val="0096329D"/>
    <w:rsid w:val="009640EB"/>
    <w:rsid w:val="0096412A"/>
    <w:rsid w:val="009700FE"/>
    <w:rsid w:val="00970375"/>
    <w:rsid w:val="009703EC"/>
    <w:rsid w:val="00970D93"/>
    <w:rsid w:val="009719A1"/>
    <w:rsid w:val="00971E4B"/>
    <w:rsid w:val="00972D46"/>
    <w:rsid w:val="00973746"/>
    <w:rsid w:val="00973BB8"/>
    <w:rsid w:val="00975F20"/>
    <w:rsid w:val="00976888"/>
    <w:rsid w:val="0098223B"/>
    <w:rsid w:val="00982D31"/>
    <w:rsid w:val="0098335C"/>
    <w:rsid w:val="00983B91"/>
    <w:rsid w:val="00983FBE"/>
    <w:rsid w:val="00984557"/>
    <w:rsid w:val="00985747"/>
    <w:rsid w:val="00986A6A"/>
    <w:rsid w:val="00990DA5"/>
    <w:rsid w:val="0099314E"/>
    <w:rsid w:val="009934EA"/>
    <w:rsid w:val="009962F8"/>
    <w:rsid w:val="00997331"/>
    <w:rsid w:val="009978D7"/>
    <w:rsid w:val="009A15E9"/>
    <w:rsid w:val="009A207E"/>
    <w:rsid w:val="009A5A69"/>
    <w:rsid w:val="009A6BC9"/>
    <w:rsid w:val="009B0245"/>
    <w:rsid w:val="009B31F4"/>
    <w:rsid w:val="009B3200"/>
    <w:rsid w:val="009B378A"/>
    <w:rsid w:val="009B431E"/>
    <w:rsid w:val="009B63A9"/>
    <w:rsid w:val="009B71CF"/>
    <w:rsid w:val="009B7288"/>
    <w:rsid w:val="009B7A69"/>
    <w:rsid w:val="009C2B69"/>
    <w:rsid w:val="009C52A4"/>
    <w:rsid w:val="009C747E"/>
    <w:rsid w:val="009D3B5E"/>
    <w:rsid w:val="009D4F36"/>
    <w:rsid w:val="009D52AB"/>
    <w:rsid w:val="009D7CA3"/>
    <w:rsid w:val="009E0FAC"/>
    <w:rsid w:val="009E30EA"/>
    <w:rsid w:val="009E3347"/>
    <w:rsid w:val="009E557B"/>
    <w:rsid w:val="009E5D81"/>
    <w:rsid w:val="009E67BA"/>
    <w:rsid w:val="009E6B40"/>
    <w:rsid w:val="009E6FC8"/>
    <w:rsid w:val="009E776E"/>
    <w:rsid w:val="009E7E5F"/>
    <w:rsid w:val="009F2406"/>
    <w:rsid w:val="009F508E"/>
    <w:rsid w:val="009F581C"/>
    <w:rsid w:val="009F6047"/>
    <w:rsid w:val="00A022A7"/>
    <w:rsid w:val="00A02769"/>
    <w:rsid w:val="00A03367"/>
    <w:rsid w:val="00A05F73"/>
    <w:rsid w:val="00A1252A"/>
    <w:rsid w:val="00A1300C"/>
    <w:rsid w:val="00A15797"/>
    <w:rsid w:val="00A15D05"/>
    <w:rsid w:val="00A205D8"/>
    <w:rsid w:val="00A20CD0"/>
    <w:rsid w:val="00A22E3B"/>
    <w:rsid w:val="00A23081"/>
    <w:rsid w:val="00A240FE"/>
    <w:rsid w:val="00A24696"/>
    <w:rsid w:val="00A25799"/>
    <w:rsid w:val="00A25E6F"/>
    <w:rsid w:val="00A27BB9"/>
    <w:rsid w:val="00A27D6D"/>
    <w:rsid w:val="00A34218"/>
    <w:rsid w:val="00A35D38"/>
    <w:rsid w:val="00A37BD4"/>
    <w:rsid w:val="00A423EE"/>
    <w:rsid w:val="00A42C1E"/>
    <w:rsid w:val="00A444BB"/>
    <w:rsid w:val="00A448DB"/>
    <w:rsid w:val="00A44F75"/>
    <w:rsid w:val="00A45687"/>
    <w:rsid w:val="00A465A3"/>
    <w:rsid w:val="00A47F7C"/>
    <w:rsid w:val="00A50807"/>
    <w:rsid w:val="00A51CF2"/>
    <w:rsid w:val="00A533EC"/>
    <w:rsid w:val="00A5398E"/>
    <w:rsid w:val="00A540AD"/>
    <w:rsid w:val="00A54DED"/>
    <w:rsid w:val="00A5544B"/>
    <w:rsid w:val="00A55CDF"/>
    <w:rsid w:val="00A5733B"/>
    <w:rsid w:val="00A579B6"/>
    <w:rsid w:val="00A6043F"/>
    <w:rsid w:val="00A614F3"/>
    <w:rsid w:val="00A62CF3"/>
    <w:rsid w:val="00A63293"/>
    <w:rsid w:val="00A6646B"/>
    <w:rsid w:val="00A66A93"/>
    <w:rsid w:val="00A71239"/>
    <w:rsid w:val="00A72201"/>
    <w:rsid w:val="00A7491D"/>
    <w:rsid w:val="00A752E3"/>
    <w:rsid w:val="00A76A00"/>
    <w:rsid w:val="00A76E7D"/>
    <w:rsid w:val="00A807B2"/>
    <w:rsid w:val="00A80C57"/>
    <w:rsid w:val="00A80C7A"/>
    <w:rsid w:val="00A80FC2"/>
    <w:rsid w:val="00A83445"/>
    <w:rsid w:val="00A83E88"/>
    <w:rsid w:val="00A8471D"/>
    <w:rsid w:val="00A868FD"/>
    <w:rsid w:val="00A8788C"/>
    <w:rsid w:val="00A921ED"/>
    <w:rsid w:val="00A93E69"/>
    <w:rsid w:val="00A940AB"/>
    <w:rsid w:val="00A944DE"/>
    <w:rsid w:val="00A94E44"/>
    <w:rsid w:val="00A95763"/>
    <w:rsid w:val="00A96653"/>
    <w:rsid w:val="00A96807"/>
    <w:rsid w:val="00A97001"/>
    <w:rsid w:val="00AA2102"/>
    <w:rsid w:val="00AA255F"/>
    <w:rsid w:val="00AA25F0"/>
    <w:rsid w:val="00AA274F"/>
    <w:rsid w:val="00AA28B3"/>
    <w:rsid w:val="00AA358E"/>
    <w:rsid w:val="00AA7144"/>
    <w:rsid w:val="00AB5208"/>
    <w:rsid w:val="00AC4DD7"/>
    <w:rsid w:val="00AC5DA6"/>
    <w:rsid w:val="00AC6B45"/>
    <w:rsid w:val="00AD1A2D"/>
    <w:rsid w:val="00AD350B"/>
    <w:rsid w:val="00AD3540"/>
    <w:rsid w:val="00AD4159"/>
    <w:rsid w:val="00AD4C37"/>
    <w:rsid w:val="00AD67E4"/>
    <w:rsid w:val="00AE0AD5"/>
    <w:rsid w:val="00AE0CA8"/>
    <w:rsid w:val="00AE158B"/>
    <w:rsid w:val="00AE17C7"/>
    <w:rsid w:val="00AE3AC3"/>
    <w:rsid w:val="00AE55EC"/>
    <w:rsid w:val="00AF4D25"/>
    <w:rsid w:val="00AF4F4E"/>
    <w:rsid w:val="00AF5DEC"/>
    <w:rsid w:val="00AF6F45"/>
    <w:rsid w:val="00AF73F8"/>
    <w:rsid w:val="00AF7670"/>
    <w:rsid w:val="00AF7A60"/>
    <w:rsid w:val="00B03B8D"/>
    <w:rsid w:val="00B04B28"/>
    <w:rsid w:val="00B06D4B"/>
    <w:rsid w:val="00B07182"/>
    <w:rsid w:val="00B10690"/>
    <w:rsid w:val="00B13A7E"/>
    <w:rsid w:val="00B1415E"/>
    <w:rsid w:val="00B1426A"/>
    <w:rsid w:val="00B14315"/>
    <w:rsid w:val="00B1589B"/>
    <w:rsid w:val="00B17581"/>
    <w:rsid w:val="00B21423"/>
    <w:rsid w:val="00B22133"/>
    <w:rsid w:val="00B2277D"/>
    <w:rsid w:val="00B22BAB"/>
    <w:rsid w:val="00B231C6"/>
    <w:rsid w:val="00B23B69"/>
    <w:rsid w:val="00B25C09"/>
    <w:rsid w:val="00B30175"/>
    <w:rsid w:val="00B30767"/>
    <w:rsid w:val="00B32B42"/>
    <w:rsid w:val="00B32C8B"/>
    <w:rsid w:val="00B358B3"/>
    <w:rsid w:val="00B37A59"/>
    <w:rsid w:val="00B403FE"/>
    <w:rsid w:val="00B408D5"/>
    <w:rsid w:val="00B4128D"/>
    <w:rsid w:val="00B43682"/>
    <w:rsid w:val="00B4371B"/>
    <w:rsid w:val="00B43955"/>
    <w:rsid w:val="00B45047"/>
    <w:rsid w:val="00B4587A"/>
    <w:rsid w:val="00B4608E"/>
    <w:rsid w:val="00B473B5"/>
    <w:rsid w:val="00B512F4"/>
    <w:rsid w:val="00B53EAA"/>
    <w:rsid w:val="00B54157"/>
    <w:rsid w:val="00B545C8"/>
    <w:rsid w:val="00B56FC2"/>
    <w:rsid w:val="00B62B6B"/>
    <w:rsid w:val="00B643B1"/>
    <w:rsid w:val="00B65A6B"/>
    <w:rsid w:val="00B65A87"/>
    <w:rsid w:val="00B664C7"/>
    <w:rsid w:val="00B677AF"/>
    <w:rsid w:val="00B67842"/>
    <w:rsid w:val="00B67C1D"/>
    <w:rsid w:val="00B73158"/>
    <w:rsid w:val="00B73DA6"/>
    <w:rsid w:val="00B73FEA"/>
    <w:rsid w:val="00B75CA8"/>
    <w:rsid w:val="00B763FB"/>
    <w:rsid w:val="00B77BBE"/>
    <w:rsid w:val="00B81C59"/>
    <w:rsid w:val="00B84053"/>
    <w:rsid w:val="00B848CE"/>
    <w:rsid w:val="00B85168"/>
    <w:rsid w:val="00B85ABF"/>
    <w:rsid w:val="00B87515"/>
    <w:rsid w:val="00B87880"/>
    <w:rsid w:val="00B879FC"/>
    <w:rsid w:val="00B90160"/>
    <w:rsid w:val="00B907EB"/>
    <w:rsid w:val="00B90845"/>
    <w:rsid w:val="00B95699"/>
    <w:rsid w:val="00B9674A"/>
    <w:rsid w:val="00BA01F4"/>
    <w:rsid w:val="00BA0558"/>
    <w:rsid w:val="00BA1E3F"/>
    <w:rsid w:val="00BA1F93"/>
    <w:rsid w:val="00BA4ECB"/>
    <w:rsid w:val="00BA617D"/>
    <w:rsid w:val="00BA6C93"/>
    <w:rsid w:val="00BA7D80"/>
    <w:rsid w:val="00BB11E3"/>
    <w:rsid w:val="00BB1442"/>
    <w:rsid w:val="00BB1C3D"/>
    <w:rsid w:val="00BB23F3"/>
    <w:rsid w:val="00BB51BE"/>
    <w:rsid w:val="00BB6315"/>
    <w:rsid w:val="00BB7764"/>
    <w:rsid w:val="00BC0804"/>
    <w:rsid w:val="00BC0CC8"/>
    <w:rsid w:val="00BC198C"/>
    <w:rsid w:val="00BC2549"/>
    <w:rsid w:val="00BC481B"/>
    <w:rsid w:val="00BC52DE"/>
    <w:rsid w:val="00BC56E6"/>
    <w:rsid w:val="00BC5CD6"/>
    <w:rsid w:val="00BC5D67"/>
    <w:rsid w:val="00BD17DB"/>
    <w:rsid w:val="00BD3A02"/>
    <w:rsid w:val="00BD44D0"/>
    <w:rsid w:val="00BD6E74"/>
    <w:rsid w:val="00BD7A2E"/>
    <w:rsid w:val="00BD7C60"/>
    <w:rsid w:val="00BD7EA4"/>
    <w:rsid w:val="00BE394D"/>
    <w:rsid w:val="00BE473F"/>
    <w:rsid w:val="00BE4AC1"/>
    <w:rsid w:val="00BE4DF8"/>
    <w:rsid w:val="00BE4F0D"/>
    <w:rsid w:val="00BE5104"/>
    <w:rsid w:val="00BE5AAD"/>
    <w:rsid w:val="00BE6CB1"/>
    <w:rsid w:val="00BF29C3"/>
    <w:rsid w:val="00BF41D8"/>
    <w:rsid w:val="00BF634C"/>
    <w:rsid w:val="00C00036"/>
    <w:rsid w:val="00C00EA2"/>
    <w:rsid w:val="00C01512"/>
    <w:rsid w:val="00C01877"/>
    <w:rsid w:val="00C03C68"/>
    <w:rsid w:val="00C07A4C"/>
    <w:rsid w:val="00C07E7E"/>
    <w:rsid w:val="00C1213C"/>
    <w:rsid w:val="00C13320"/>
    <w:rsid w:val="00C13DA6"/>
    <w:rsid w:val="00C14685"/>
    <w:rsid w:val="00C1490A"/>
    <w:rsid w:val="00C14D9A"/>
    <w:rsid w:val="00C17DA7"/>
    <w:rsid w:val="00C205A9"/>
    <w:rsid w:val="00C210F7"/>
    <w:rsid w:val="00C21A79"/>
    <w:rsid w:val="00C223DC"/>
    <w:rsid w:val="00C23A4C"/>
    <w:rsid w:val="00C250D6"/>
    <w:rsid w:val="00C25753"/>
    <w:rsid w:val="00C25A56"/>
    <w:rsid w:val="00C25F94"/>
    <w:rsid w:val="00C3049F"/>
    <w:rsid w:val="00C3232C"/>
    <w:rsid w:val="00C360F6"/>
    <w:rsid w:val="00C36536"/>
    <w:rsid w:val="00C36E08"/>
    <w:rsid w:val="00C40F13"/>
    <w:rsid w:val="00C41B71"/>
    <w:rsid w:val="00C44C7C"/>
    <w:rsid w:val="00C46A2D"/>
    <w:rsid w:val="00C476D3"/>
    <w:rsid w:val="00C4792B"/>
    <w:rsid w:val="00C52B77"/>
    <w:rsid w:val="00C5463A"/>
    <w:rsid w:val="00C567C9"/>
    <w:rsid w:val="00C61E19"/>
    <w:rsid w:val="00C6290F"/>
    <w:rsid w:val="00C646AB"/>
    <w:rsid w:val="00C64B2B"/>
    <w:rsid w:val="00C66FE0"/>
    <w:rsid w:val="00C67569"/>
    <w:rsid w:val="00C7040E"/>
    <w:rsid w:val="00C7079A"/>
    <w:rsid w:val="00C70939"/>
    <w:rsid w:val="00C70A1B"/>
    <w:rsid w:val="00C70CCE"/>
    <w:rsid w:val="00C70D26"/>
    <w:rsid w:val="00C72DAD"/>
    <w:rsid w:val="00C73BD2"/>
    <w:rsid w:val="00C75E40"/>
    <w:rsid w:val="00C8094F"/>
    <w:rsid w:val="00C81019"/>
    <w:rsid w:val="00C841D9"/>
    <w:rsid w:val="00C84900"/>
    <w:rsid w:val="00C85453"/>
    <w:rsid w:val="00C8606F"/>
    <w:rsid w:val="00C865CC"/>
    <w:rsid w:val="00C87BF8"/>
    <w:rsid w:val="00C9113E"/>
    <w:rsid w:val="00CA04BF"/>
    <w:rsid w:val="00CA14C9"/>
    <w:rsid w:val="00CA19BB"/>
    <w:rsid w:val="00CA3324"/>
    <w:rsid w:val="00CA56B2"/>
    <w:rsid w:val="00CB0D46"/>
    <w:rsid w:val="00CB407A"/>
    <w:rsid w:val="00CB4333"/>
    <w:rsid w:val="00CB4664"/>
    <w:rsid w:val="00CB573D"/>
    <w:rsid w:val="00CB5A21"/>
    <w:rsid w:val="00CC2324"/>
    <w:rsid w:val="00CC5385"/>
    <w:rsid w:val="00CC58AB"/>
    <w:rsid w:val="00CC5A31"/>
    <w:rsid w:val="00CC6E4F"/>
    <w:rsid w:val="00CD078F"/>
    <w:rsid w:val="00CD0C6A"/>
    <w:rsid w:val="00CD22C1"/>
    <w:rsid w:val="00CD3CDD"/>
    <w:rsid w:val="00CD3D38"/>
    <w:rsid w:val="00CD4904"/>
    <w:rsid w:val="00CD4BBC"/>
    <w:rsid w:val="00CD58CB"/>
    <w:rsid w:val="00CD7B5F"/>
    <w:rsid w:val="00CE18E8"/>
    <w:rsid w:val="00CE1EA6"/>
    <w:rsid w:val="00CE2966"/>
    <w:rsid w:val="00CE45B9"/>
    <w:rsid w:val="00CE5333"/>
    <w:rsid w:val="00CE652C"/>
    <w:rsid w:val="00CE69E8"/>
    <w:rsid w:val="00CE7D23"/>
    <w:rsid w:val="00CE7DEC"/>
    <w:rsid w:val="00CF10EE"/>
    <w:rsid w:val="00CF260F"/>
    <w:rsid w:val="00CF47BA"/>
    <w:rsid w:val="00CF5E70"/>
    <w:rsid w:val="00CF7A8B"/>
    <w:rsid w:val="00D00113"/>
    <w:rsid w:val="00D004A7"/>
    <w:rsid w:val="00D02138"/>
    <w:rsid w:val="00D0374B"/>
    <w:rsid w:val="00D04CA2"/>
    <w:rsid w:val="00D06EF4"/>
    <w:rsid w:val="00D10A0E"/>
    <w:rsid w:val="00D112B9"/>
    <w:rsid w:val="00D13A75"/>
    <w:rsid w:val="00D2170D"/>
    <w:rsid w:val="00D2293A"/>
    <w:rsid w:val="00D26121"/>
    <w:rsid w:val="00D27D7B"/>
    <w:rsid w:val="00D317BB"/>
    <w:rsid w:val="00D34676"/>
    <w:rsid w:val="00D37E26"/>
    <w:rsid w:val="00D40EAC"/>
    <w:rsid w:val="00D41FE5"/>
    <w:rsid w:val="00D42143"/>
    <w:rsid w:val="00D4254A"/>
    <w:rsid w:val="00D43145"/>
    <w:rsid w:val="00D43C7C"/>
    <w:rsid w:val="00D445F0"/>
    <w:rsid w:val="00D451C4"/>
    <w:rsid w:val="00D45E5D"/>
    <w:rsid w:val="00D47819"/>
    <w:rsid w:val="00D4784A"/>
    <w:rsid w:val="00D479D7"/>
    <w:rsid w:val="00D52BE4"/>
    <w:rsid w:val="00D548C7"/>
    <w:rsid w:val="00D556C1"/>
    <w:rsid w:val="00D57AB2"/>
    <w:rsid w:val="00D57B7E"/>
    <w:rsid w:val="00D60B31"/>
    <w:rsid w:val="00D6259D"/>
    <w:rsid w:val="00D62E79"/>
    <w:rsid w:val="00D65D18"/>
    <w:rsid w:val="00D66746"/>
    <w:rsid w:val="00D66B6B"/>
    <w:rsid w:val="00D70D2D"/>
    <w:rsid w:val="00D70EAC"/>
    <w:rsid w:val="00D7311B"/>
    <w:rsid w:val="00D73332"/>
    <w:rsid w:val="00D73F8D"/>
    <w:rsid w:val="00D744F6"/>
    <w:rsid w:val="00D7464A"/>
    <w:rsid w:val="00D74F4B"/>
    <w:rsid w:val="00D753E8"/>
    <w:rsid w:val="00D7616D"/>
    <w:rsid w:val="00D7625C"/>
    <w:rsid w:val="00D77089"/>
    <w:rsid w:val="00D77967"/>
    <w:rsid w:val="00D779DB"/>
    <w:rsid w:val="00D77CB5"/>
    <w:rsid w:val="00D8329D"/>
    <w:rsid w:val="00D938FE"/>
    <w:rsid w:val="00D94D99"/>
    <w:rsid w:val="00D95021"/>
    <w:rsid w:val="00D95BE5"/>
    <w:rsid w:val="00D9780F"/>
    <w:rsid w:val="00DA1471"/>
    <w:rsid w:val="00DA175C"/>
    <w:rsid w:val="00DA1821"/>
    <w:rsid w:val="00DA19E9"/>
    <w:rsid w:val="00DA2084"/>
    <w:rsid w:val="00DA2939"/>
    <w:rsid w:val="00DA29E1"/>
    <w:rsid w:val="00DA3472"/>
    <w:rsid w:val="00DA62E6"/>
    <w:rsid w:val="00DA6E29"/>
    <w:rsid w:val="00DA758D"/>
    <w:rsid w:val="00DA76C6"/>
    <w:rsid w:val="00DB0C81"/>
    <w:rsid w:val="00DB327F"/>
    <w:rsid w:val="00DB602C"/>
    <w:rsid w:val="00DC445A"/>
    <w:rsid w:val="00DC5A0C"/>
    <w:rsid w:val="00DC5CFA"/>
    <w:rsid w:val="00DD0039"/>
    <w:rsid w:val="00DD1B16"/>
    <w:rsid w:val="00DD2D0A"/>
    <w:rsid w:val="00DD5B61"/>
    <w:rsid w:val="00DD63EC"/>
    <w:rsid w:val="00DD6C47"/>
    <w:rsid w:val="00DD793C"/>
    <w:rsid w:val="00DE0350"/>
    <w:rsid w:val="00DE0677"/>
    <w:rsid w:val="00DE460C"/>
    <w:rsid w:val="00DE5C38"/>
    <w:rsid w:val="00DE6148"/>
    <w:rsid w:val="00DF3C32"/>
    <w:rsid w:val="00DF3F02"/>
    <w:rsid w:val="00DF7BD6"/>
    <w:rsid w:val="00E001FB"/>
    <w:rsid w:val="00E00F1C"/>
    <w:rsid w:val="00E01AFF"/>
    <w:rsid w:val="00E0597F"/>
    <w:rsid w:val="00E1052C"/>
    <w:rsid w:val="00E12699"/>
    <w:rsid w:val="00E1445A"/>
    <w:rsid w:val="00E17A00"/>
    <w:rsid w:val="00E20343"/>
    <w:rsid w:val="00E20A8B"/>
    <w:rsid w:val="00E20B5B"/>
    <w:rsid w:val="00E21ECE"/>
    <w:rsid w:val="00E233AF"/>
    <w:rsid w:val="00E242F0"/>
    <w:rsid w:val="00E24A83"/>
    <w:rsid w:val="00E2584C"/>
    <w:rsid w:val="00E30A6E"/>
    <w:rsid w:val="00E328C1"/>
    <w:rsid w:val="00E331A1"/>
    <w:rsid w:val="00E34444"/>
    <w:rsid w:val="00E34ADC"/>
    <w:rsid w:val="00E367A3"/>
    <w:rsid w:val="00E37395"/>
    <w:rsid w:val="00E41142"/>
    <w:rsid w:val="00E41621"/>
    <w:rsid w:val="00E41ED8"/>
    <w:rsid w:val="00E501D7"/>
    <w:rsid w:val="00E513D7"/>
    <w:rsid w:val="00E51BA9"/>
    <w:rsid w:val="00E53515"/>
    <w:rsid w:val="00E56824"/>
    <w:rsid w:val="00E62446"/>
    <w:rsid w:val="00E63020"/>
    <w:rsid w:val="00E643DE"/>
    <w:rsid w:val="00E656A6"/>
    <w:rsid w:val="00E65D8A"/>
    <w:rsid w:val="00E66D0F"/>
    <w:rsid w:val="00E66EB4"/>
    <w:rsid w:val="00E67E96"/>
    <w:rsid w:val="00E70364"/>
    <w:rsid w:val="00E70DAD"/>
    <w:rsid w:val="00E7182C"/>
    <w:rsid w:val="00E71DB9"/>
    <w:rsid w:val="00E721D8"/>
    <w:rsid w:val="00E73764"/>
    <w:rsid w:val="00E76C33"/>
    <w:rsid w:val="00E77EAB"/>
    <w:rsid w:val="00E81141"/>
    <w:rsid w:val="00E8143F"/>
    <w:rsid w:val="00E82AD5"/>
    <w:rsid w:val="00E84992"/>
    <w:rsid w:val="00E9095F"/>
    <w:rsid w:val="00E928A3"/>
    <w:rsid w:val="00E94BDF"/>
    <w:rsid w:val="00E956D8"/>
    <w:rsid w:val="00E95FC8"/>
    <w:rsid w:val="00E95FE5"/>
    <w:rsid w:val="00E968E1"/>
    <w:rsid w:val="00EA1189"/>
    <w:rsid w:val="00EA2194"/>
    <w:rsid w:val="00EA5B5A"/>
    <w:rsid w:val="00EA6CBF"/>
    <w:rsid w:val="00EB2B1D"/>
    <w:rsid w:val="00EB3AC8"/>
    <w:rsid w:val="00EB3C0A"/>
    <w:rsid w:val="00EC3B41"/>
    <w:rsid w:val="00EC6B34"/>
    <w:rsid w:val="00EC792F"/>
    <w:rsid w:val="00ED08C8"/>
    <w:rsid w:val="00ED24AE"/>
    <w:rsid w:val="00ED2A7B"/>
    <w:rsid w:val="00ED31D2"/>
    <w:rsid w:val="00ED5875"/>
    <w:rsid w:val="00EE01FB"/>
    <w:rsid w:val="00EE0CA0"/>
    <w:rsid w:val="00EE24FE"/>
    <w:rsid w:val="00EE2892"/>
    <w:rsid w:val="00EE2A48"/>
    <w:rsid w:val="00EE2D7D"/>
    <w:rsid w:val="00EE3B39"/>
    <w:rsid w:val="00EE4F8D"/>
    <w:rsid w:val="00EE57DF"/>
    <w:rsid w:val="00EE5A90"/>
    <w:rsid w:val="00EE5D05"/>
    <w:rsid w:val="00EE6A6A"/>
    <w:rsid w:val="00EE6E00"/>
    <w:rsid w:val="00EE72B3"/>
    <w:rsid w:val="00EE7A31"/>
    <w:rsid w:val="00EE7AA2"/>
    <w:rsid w:val="00EF094E"/>
    <w:rsid w:val="00EF1422"/>
    <w:rsid w:val="00EF2728"/>
    <w:rsid w:val="00F018D0"/>
    <w:rsid w:val="00F02B4C"/>
    <w:rsid w:val="00F05275"/>
    <w:rsid w:val="00F064B2"/>
    <w:rsid w:val="00F07461"/>
    <w:rsid w:val="00F0750C"/>
    <w:rsid w:val="00F112DB"/>
    <w:rsid w:val="00F11E36"/>
    <w:rsid w:val="00F13F34"/>
    <w:rsid w:val="00F1451F"/>
    <w:rsid w:val="00F15402"/>
    <w:rsid w:val="00F20361"/>
    <w:rsid w:val="00F20CB7"/>
    <w:rsid w:val="00F2118C"/>
    <w:rsid w:val="00F22CD2"/>
    <w:rsid w:val="00F24066"/>
    <w:rsid w:val="00F24425"/>
    <w:rsid w:val="00F3002B"/>
    <w:rsid w:val="00F30B81"/>
    <w:rsid w:val="00F328CE"/>
    <w:rsid w:val="00F32EC5"/>
    <w:rsid w:val="00F33AD3"/>
    <w:rsid w:val="00F35572"/>
    <w:rsid w:val="00F37449"/>
    <w:rsid w:val="00F40276"/>
    <w:rsid w:val="00F4202E"/>
    <w:rsid w:val="00F421B9"/>
    <w:rsid w:val="00F43201"/>
    <w:rsid w:val="00F46A9D"/>
    <w:rsid w:val="00F47231"/>
    <w:rsid w:val="00F47A41"/>
    <w:rsid w:val="00F50EFF"/>
    <w:rsid w:val="00F51640"/>
    <w:rsid w:val="00F522D1"/>
    <w:rsid w:val="00F53252"/>
    <w:rsid w:val="00F53B3D"/>
    <w:rsid w:val="00F54660"/>
    <w:rsid w:val="00F54A6B"/>
    <w:rsid w:val="00F559C9"/>
    <w:rsid w:val="00F55B9C"/>
    <w:rsid w:val="00F56123"/>
    <w:rsid w:val="00F567B8"/>
    <w:rsid w:val="00F56B2B"/>
    <w:rsid w:val="00F57C95"/>
    <w:rsid w:val="00F60073"/>
    <w:rsid w:val="00F61ABA"/>
    <w:rsid w:val="00F63D19"/>
    <w:rsid w:val="00F63E7B"/>
    <w:rsid w:val="00F64C0E"/>
    <w:rsid w:val="00F65C63"/>
    <w:rsid w:val="00F65FE2"/>
    <w:rsid w:val="00F66B29"/>
    <w:rsid w:val="00F712A7"/>
    <w:rsid w:val="00F71B85"/>
    <w:rsid w:val="00F732FB"/>
    <w:rsid w:val="00F75135"/>
    <w:rsid w:val="00F757D3"/>
    <w:rsid w:val="00F76120"/>
    <w:rsid w:val="00F767FD"/>
    <w:rsid w:val="00F8089B"/>
    <w:rsid w:val="00F8193C"/>
    <w:rsid w:val="00F830A5"/>
    <w:rsid w:val="00F84B51"/>
    <w:rsid w:val="00F87596"/>
    <w:rsid w:val="00F90800"/>
    <w:rsid w:val="00F92D7A"/>
    <w:rsid w:val="00F94833"/>
    <w:rsid w:val="00F9681D"/>
    <w:rsid w:val="00FA00C9"/>
    <w:rsid w:val="00FA20ED"/>
    <w:rsid w:val="00FA2483"/>
    <w:rsid w:val="00FA265D"/>
    <w:rsid w:val="00FB14FF"/>
    <w:rsid w:val="00FB1966"/>
    <w:rsid w:val="00FB2835"/>
    <w:rsid w:val="00FB62A0"/>
    <w:rsid w:val="00FB6584"/>
    <w:rsid w:val="00FC14D8"/>
    <w:rsid w:val="00FC1568"/>
    <w:rsid w:val="00FC4EA8"/>
    <w:rsid w:val="00FC76DE"/>
    <w:rsid w:val="00FD005C"/>
    <w:rsid w:val="00FD01F1"/>
    <w:rsid w:val="00FD0D96"/>
    <w:rsid w:val="00FD0FC9"/>
    <w:rsid w:val="00FD1747"/>
    <w:rsid w:val="00FD2B9C"/>
    <w:rsid w:val="00FD36DC"/>
    <w:rsid w:val="00FD4533"/>
    <w:rsid w:val="00FE04EF"/>
    <w:rsid w:val="00FE5056"/>
    <w:rsid w:val="00FE5D59"/>
    <w:rsid w:val="00FE7FD0"/>
    <w:rsid w:val="00FF07AD"/>
    <w:rsid w:val="00FF0994"/>
    <w:rsid w:val="00FF4A69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63F96A93"/>
  <w15:docId w15:val="{1BA8A3A2-8E43-4DFF-A268-C968C5490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tekst"/>
    <w:qFormat/>
    <w:rsid w:val="00CE7DEC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qFormat/>
    <w:rsid w:val="00CE7DEC"/>
    <w:pPr>
      <w:keepNext/>
      <w:keepLines/>
      <w:numPr>
        <w:numId w:val="4"/>
      </w:numPr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CE7DEC"/>
    <w:pPr>
      <w:keepNext/>
      <w:numPr>
        <w:ilvl w:val="1"/>
        <w:numId w:val="4"/>
      </w:numPr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CE7DEC"/>
    <w:pPr>
      <w:keepNext/>
      <w:numPr>
        <w:ilvl w:val="2"/>
        <w:numId w:val="4"/>
      </w:numPr>
      <w:spacing w:before="60" w:after="60"/>
      <w:outlineLvl w:val="2"/>
    </w:pPr>
  </w:style>
  <w:style w:type="paragraph" w:styleId="Nagwek4">
    <w:name w:val="heading 4"/>
    <w:basedOn w:val="Normalny"/>
    <w:next w:val="Normalny"/>
    <w:autoRedefine/>
    <w:qFormat/>
    <w:rsid w:val="00FD1747"/>
    <w:pPr>
      <w:keepNext/>
      <w:overflowPunct/>
      <w:autoSpaceDE/>
      <w:autoSpaceDN/>
      <w:adjustRightInd/>
      <w:ind w:left="360"/>
      <w:textAlignment w:val="auto"/>
      <w:outlineLvl w:val="3"/>
    </w:pPr>
    <w:rPr>
      <w:b/>
      <w:spacing w:val="12"/>
      <w:kern w:val="24"/>
    </w:rPr>
  </w:style>
  <w:style w:type="paragraph" w:styleId="Nagwek5">
    <w:name w:val="heading 5"/>
    <w:basedOn w:val="Normalny"/>
    <w:next w:val="Normalny"/>
    <w:qFormat/>
    <w:rsid w:val="00CE7DEC"/>
    <w:pPr>
      <w:overflowPunct/>
      <w:autoSpaceDE/>
      <w:autoSpaceDN/>
      <w:adjustRightInd/>
      <w:spacing w:before="240" w:after="60"/>
      <w:textAlignment w:val="auto"/>
      <w:outlineLvl w:val="4"/>
    </w:pPr>
    <w:rPr>
      <w:spacing w:val="12"/>
      <w:kern w:val="24"/>
      <w:sz w:val="22"/>
    </w:rPr>
  </w:style>
  <w:style w:type="paragraph" w:styleId="Nagwek6">
    <w:name w:val="heading 6"/>
    <w:basedOn w:val="Normalny"/>
    <w:next w:val="Normalny"/>
    <w:qFormat/>
    <w:rsid w:val="00CE7DEC"/>
    <w:p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5"/>
    </w:pPr>
    <w:rPr>
      <w:i/>
      <w:spacing w:val="12"/>
      <w:kern w:val="24"/>
      <w:sz w:val="22"/>
    </w:rPr>
  </w:style>
  <w:style w:type="paragraph" w:styleId="Nagwek7">
    <w:name w:val="heading 7"/>
    <w:basedOn w:val="Normalny"/>
    <w:next w:val="Normalny"/>
    <w:qFormat/>
    <w:rsid w:val="00CE7DEC"/>
    <w:p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6"/>
    </w:pPr>
    <w:rPr>
      <w:rFonts w:ascii="Arial" w:hAnsi="Arial"/>
      <w:spacing w:val="12"/>
      <w:kern w:val="24"/>
    </w:rPr>
  </w:style>
  <w:style w:type="paragraph" w:styleId="Nagwek8">
    <w:name w:val="heading 8"/>
    <w:basedOn w:val="Normalny"/>
    <w:next w:val="Normalny"/>
    <w:qFormat/>
    <w:rsid w:val="00CE7DEC"/>
    <w:p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7"/>
    </w:pPr>
    <w:rPr>
      <w:rFonts w:ascii="Arial" w:hAnsi="Arial"/>
      <w:i/>
      <w:spacing w:val="12"/>
      <w:kern w:val="24"/>
    </w:rPr>
  </w:style>
  <w:style w:type="paragraph" w:styleId="Nagwek9">
    <w:name w:val="heading 9"/>
    <w:basedOn w:val="Normalny"/>
    <w:next w:val="Normalny"/>
    <w:qFormat/>
    <w:rsid w:val="00CE7DEC"/>
    <w:p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8"/>
    </w:pPr>
    <w:rPr>
      <w:rFonts w:ascii="Arial" w:hAnsi="Arial"/>
      <w:b/>
      <w:i/>
      <w:spacing w:val="12"/>
      <w:kern w:val="24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uiPriority w:val="39"/>
    <w:rsid w:val="00CE7DEC"/>
    <w:pPr>
      <w:tabs>
        <w:tab w:val="right" w:leader="dot" w:pos="7371"/>
      </w:tabs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rsid w:val="00CE7DEC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rsid w:val="00CE7DEC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rsid w:val="00CE7DEC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rsid w:val="00CE7DEC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rsid w:val="00CE7DEC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rsid w:val="00CE7DEC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rsid w:val="00CE7DEC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rsid w:val="00CE7DEC"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  <w:rsid w:val="00CE7DEC"/>
  </w:style>
  <w:style w:type="paragraph" w:customStyle="1" w:styleId="StylIwony">
    <w:name w:val="Styl Iwony"/>
    <w:basedOn w:val="Normalny"/>
    <w:rsid w:val="00CE7DEC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link w:val="NagwekZnak"/>
    <w:uiPriority w:val="99"/>
    <w:rsid w:val="00CE7DEC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link w:val="StopkaZnak"/>
    <w:uiPriority w:val="99"/>
    <w:rsid w:val="00CE7DEC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CE7DEC"/>
  </w:style>
  <w:style w:type="paragraph" w:customStyle="1" w:styleId="tekstost">
    <w:name w:val="tekst ost"/>
    <w:basedOn w:val="Normalny"/>
    <w:rsid w:val="00CE7DEC"/>
  </w:style>
  <w:style w:type="character" w:styleId="Odwoanieprzypisudolnego">
    <w:name w:val="footnote reference"/>
    <w:semiHidden/>
    <w:rsid w:val="00CE7DEC"/>
    <w:rPr>
      <w:vertAlign w:val="superscript"/>
    </w:rPr>
  </w:style>
  <w:style w:type="character" w:styleId="Hipercze">
    <w:name w:val="Hyperlink"/>
    <w:uiPriority w:val="99"/>
    <w:rsid w:val="00CE7DEC"/>
    <w:rPr>
      <w:color w:val="0000FF"/>
      <w:u w:val="single"/>
    </w:rPr>
  </w:style>
  <w:style w:type="paragraph" w:styleId="Listapunktowana">
    <w:name w:val="List Bullet"/>
    <w:basedOn w:val="Normalny"/>
    <w:rsid w:val="00CE7DEC"/>
    <w:p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Mapadokumentu">
    <w:name w:val="Document Map"/>
    <w:basedOn w:val="Normalny"/>
    <w:semiHidden/>
    <w:rsid w:val="00CE7DEC"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/>
      <w:spacing w:val="12"/>
      <w:kern w:val="24"/>
      <w:sz w:val="24"/>
    </w:rPr>
  </w:style>
  <w:style w:type="character" w:styleId="Odwoaniedokomentarza">
    <w:name w:val="annotation reference"/>
    <w:semiHidden/>
    <w:rsid w:val="00CE7DEC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CE7DEC"/>
    <w:pPr>
      <w:overflowPunct/>
      <w:autoSpaceDE/>
      <w:autoSpaceDN/>
      <w:adjustRightInd/>
      <w:textAlignment w:val="auto"/>
    </w:pPr>
    <w:rPr>
      <w:spacing w:val="12"/>
      <w:kern w:val="24"/>
    </w:rPr>
  </w:style>
  <w:style w:type="paragraph" w:styleId="Tekstprzypisukocowego">
    <w:name w:val="endnote text"/>
    <w:basedOn w:val="Normalny"/>
    <w:semiHidden/>
    <w:rsid w:val="00CE7DEC"/>
    <w:pPr>
      <w:overflowPunct/>
      <w:autoSpaceDE/>
      <w:autoSpaceDN/>
      <w:adjustRightInd/>
      <w:textAlignment w:val="auto"/>
    </w:pPr>
    <w:rPr>
      <w:spacing w:val="12"/>
      <w:kern w:val="24"/>
    </w:rPr>
  </w:style>
  <w:style w:type="character" w:styleId="Odwoanieprzypisukocowego">
    <w:name w:val="endnote reference"/>
    <w:semiHidden/>
    <w:rsid w:val="00CE7DEC"/>
    <w:rPr>
      <w:vertAlign w:val="superscript"/>
    </w:rPr>
  </w:style>
  <w:style w:type="paragraph" w:styleId="Indeks1">
    <w:name w:val="index 1"/>
    <w:basedOn w:val="Normalny"/>
    <w:next w:val="Normalny"/>
    <w:autoRedefine/>
    <w:semiHidden/>
    <w:rsid w:val="00CE7DEC"/>
    <w:pPr>
      <w:overflowPunct/>
      <w:autoSpaceDE/>
      <w:autoSpaceDN/>
      <w:adjustRightInd/>
      <w:ind w:left="240" w:hanging="240"/>
      <w:textAlignment w:val="auto"/>
    </w:pPr>
    <w:rPr>
      <w:spacing w:val="12"/>
      <w:kern w:val="24"/>
      <w:sz w:val="24"/>
    </w:rPr>
  </w:style>
  <w:style w:type="paragraph" w:styleId="Listanumerowana">
    <w:name w:val="List Number"/>
    <w:basedOn w:val="Normalny"/>
    <w:rsid w:val="00CE7DEC"/>
    <w:pPr>
      <w:numPr>
        <w:numId w:val="3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numerowana2">
    <w:name w:val="List Number 2"/>
    <w:basedOn w:val="Normalny"/>
    <w:rsid w:val="00CE7DEC"/>
    <w:pPr>
      <w:numPr>
        <w:numId w:val="1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numerowana3">
    <w:name w:val="List Number 3"/>
    <w:basedOn w:val="Normalny"/>
    <w:rsid w:val="00CE7DEC"/>
    <w:pPr>
      <w:numPr>
        <w:numId w:val="2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punktowana2">
    <w:name w:val="List Bullet 2"/>
    <w:basedOn w:val="Normalny"/>
    <w:rsid w:val="00CE7DEC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spacing w:val="12"/>
      <w:kern w:val="24"/>
      <w:sz w:val="24"/>
    </w:rPr>
  </w:style>
  <w:style w:type="paragraph" w:styleId="Listapunktowana3">
    <w:name w:val="List Bullet 3"/>
    <w:basedOn w:val="Normalny"/>
    <w:rsid w:val="00CE7DEC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spacing w:val="12"/>
      <w:kern w:val="24"/>
      <w:sz w:val="24"/>
    </w:rPr>
  </w:style>
  <w:style w:type="paragraph" w:styleId="Tekstpodstawowywcity">
    <w:name w:val="Body Text Indent"/>
    <w:basedOn w:val="Normalny"/>
    <w:rsid w:val="00CE7DEC"/>
    <w:pPr>
      <w:shd w:val="pct20" w:color="000000" w:fill="FFFFFF"/>
      <w:overflowPunct/>
      <w:autoSpaceDE/>
      <w:autoSpaceDN/>
      <w:adjustRightInd/>
      <w:ind w:firstLine="284"/>
      <w:textAlignment w:val="auto"/>
    </w:pPr>
    <w:rPr>
      <w:i/>
      <w:spacing w:val="12"/>
      <w:kern w:val="24"/>
    </w:rPr>
  </w:style>
  <w:style w:type="paragraph" w:customStyle="1" w:styleId="Lista1wypunktowana">
    <w:name w:val="Lista1 wypunktowana"/>
    <w:basedOn w:val="Listapunktowana"/>
    <w:autoRedefine/>
    <w:rsid w:val="00CE7DEC"/>
    <w:pPr>
      <w:tabs>
        <w:tab w:val="num" w:pos="360"/>
      </w:tabs>
      <w:ind w:left="360" w:hanging="360"/>
    </w:pPr>
    <w:rPr>
      <w:rFonts w:ascii="Arial" w:hAnsi="Arial"/>
      <w:b/>
      <w:u w:val="single"/>
    </w:rPr>
  </w:style>
  <w:style w:type="paragraph" w:customStyle="1" w:styleId="Lista2wypunktowana2">
    <w:name w:val="Lista2 wypunktowana2"/>
    <w:basedOn w:val="Listapunktowana2"/>
    <w:autoRedefine/>
    <w:rsid w:val="00CE7DEC"/>
    <w:pPr>
      <w:ind w:right="284"/>
    </w:pPr>
    <w:rPr>
      <w:rFonts w:ascii="Arial" w:hAnsi="Arial"/>
      <w:b/>
      <w:u w:val="single"/>
    </w:rPr>
  </w:style>
  <w:style w:type="paragraph" w:customStyle="1" w:styleId="Lista3wypunktowana3">
    <w:name w:val="Lista3 wypunktowana3"/>
    <w:basedOn w:val="Listapunktowana3"/>
    <w:next w:val="Standard1"/>
    <w:autoRedefine/>
    <w:rsid w:val="00CE7DEC"/>
    <w:pPr>
      <w:ind w:right="284"/>
    </w:pPr>
    <w:rPr>
      <w:rFonts w:ascii="Arial" w:hAnsi="Arial"/>
      <w:b/>
      <w:i/>
    </w:rPr>
  </w:style>
  <w:style w:type="paragraph" w:customStyle="1" w:styleId="Standard1">
    <w:name w:val="Standard1"/>
    <w:basedOn w:val="Tekstpodstawowy"/>
    <w:rsid w:val="00CE7DEC"/>
    <w:pPr>
      <w:tabs>
        <w:tab w:val="num" w:pos="360"/>
      </w:tabs>
      <w:spacing w:after="0"/>
    </w:pPr>
  </w:style>
  <w:style w:type="paragraph" w:styleId="Tekstpodstawowy">
    <w:name w:val="Body Text"/>
    <w:basedOn w:val="Normalny"/>
    <w:link w:val="TekstpodstawowyZnak"/>
    <w:rsid w:val="00CE7DEC"/>
    <w:pPr>
      <w:overflowPunct/>
      <w:autoSpaceDE/>
      <w:autoSpaceDN/>
      <w:adjustRightInd/>
      <w:spacing w:after="120"/>
      <w:textAlignment w:val="auto"/>
    </w:pPr>
    <w:rPr>
      <w:spacing w:val="12"/>
      <w:kern w:val="24"/>
      <w:sz w:val="24"/>
    </w:rPr>
  </w:style>
  <w:style w:type="paragraph" w:styleId="Tekstpodstawowywcity3">
    <w:name w:val="Body Text Indent 3"/>
    <w:basedOn w:val="Normalny"/>
    <w:rsid w:val="00CE7DEC"/>
    <w:pPr>
      <w:overflowPunct/>
      <w:autoSpaceDE/>
      <w:autoSpaceDN/>
      <w:adjustRightInd/>
      <w:spacing w:after="120"/>
      <w:ind w:left="283"/>
      <w:textAlignment w:val="auto"/>
    </w:pPr>
    <w:rPr>
      <w:spacing w:val="12"/>
      <w:kern w:val="24"/>
      <w:sz w:val="16"/>
    </w:rPr>
  </w:style>
  <w:style w:type="paragraph" w:customStyle="1" w:styleId="Lista4wypunktowana4">
    <w:name w:val="Lista4 wypunktowana4"/>
    <w:basedOn w:val="Standard1"/>
    <w:autoRedefine/>
    <w:rsid w:val="00CE7DEC"/>
    <w:pPr>
      <w:ind w:left="360" w:hanging="360"/>
    </w:pPr>
  </w:style>
  <w:style w:type="paragraph" w:customStyle="1" w:styleId="Lista5wypunktowana5">
    <w:name w:val="Lista5 wypunktowana5"/>
    <w:basedOn w:val="Lista4wypunktowana4"/>
    <w:autoRedefine/>
    <w:rsid w:val="00CE7DEC"/>
  </w:style>
  <w:style w:type="paragraph" w:customStyle="1" w:styleId="wskazwka">
    <w:name w:val="wskazówka"/>
    <w:basedOn w:val="Standard1"/>
    <w:next w:val="Standard1"/>
    <w:rsid w:val="00CE7DEC"/>
    <w:pPr>
      <w:ind w:left="360" w:hanging="360"/>
    </w:pPr>
    <w:rPr>
      <w:i/>
      <w:sz w:val="20"/>
    </w:rPr>
  </w:style>
  <w:style w:type="paragraph" w:styleId="Tekstpodstawowy2">
    <w:name w:val="Body Text 2"/>
    <w:basedOn w:val="Normalny"/>
    <w:rsid w:val="00CE7DEC"/>
    <w:pPr>
      <w:overflowPunct/>
      <w:autoSpaceDE/>
      <w:autoSpaceDN/>
      <w:adjustRightInd/>
      <w:textAlignment w:val="auto"/>
    </w:pPr>
    <w:rPr>
      <w:i/>
      <w:spacing w:val="12"/>
      <w:kern w:val="24"/>
      <w:sz w:val="24"/>
    </w:rPr>
  </w:style>
  <w:style w:type="paragraph" w:styleId="Tekstpodstawowywcity2">
    <w:name w:val="Body Text Indent 2"/>
    <w:basedOn w:val="Normalny"/>
    <w:rsid w:val="00CE7DEC"/>
    <w:pPr>
      <w:overflowPunct/>
      <w:autoSpaceDE/>
      <w:autoSpaceDN/>
      <w:adjustRightInd/>
      <w:ind w:left="708"/>
      <w:textAlignment w:val="auto"/>
    </w:pPr>
    <w:rPr>
      <w:spacing w:val="12"/>
      <w:kern w:val="24"/>
      <w:sz w:val="24"/>
    </w:rPr>
  </w:style>
  <w:style w:type="paragraph" w:styleId="Tekstpodstawowy3">
    <w:name w:val="Body Text 3"/>
    <w:basedOn w:val="Normalny"/>
    <w:rsid w:val="00CE7DEC"/>
    <w:pPr>
      <w:overflowPunct/>
      <w:autoSpaceDE/>
      <w:autoSpaceDN/>
      <w:adjustRightInd/>
      <w:jc w:val="center"/>
      <w:textAlignment w:val="auto"/>
    </w:pPr>
    <w:rPr>
      <w:b/>
      <w:spacing w:val="12"/>
      <w:kern w:val="24"/>
      <w:sz w:val="32"/>
    </w:rPr>
  </w:style>
  <w:style w:type="paragraph" w:styleId="Spisilustracji">
    <w:name w:val="table of figures"/>
    <w:basedOn w:val="Normalny"/>
    <w:next w:val="Normalny"/>
    <w:semiHidden/>
    <w:rsid w:val="00CE7DEC"/>
    <w:pPr>
      <w:overflowPunct/>
      <w:autoSpaceDE/>
      <w:autoSpaceDN/>
      <w:adjustRightInd/>
      <w:ind w:left="480" w:hanging="480"/>
      <w:textAlignment w:val="auto"/>
    </w:pPr>
    <w:rPr>
      <w:spacing w:val="12"/>
      <w:kern w:val="24"/>
      <w:sz w:val="24"/>
    </w:rPr>
  </w:style>
  <w:style w:type="character" w:styleId="UyteHipercze">
    <w:name w:val="FollowedHyperlink"/>
    <w:rsid w:val="00CE7DEC"/>
    <w:rPr>
      <w:color w:val="800080"/>
      <w:u w:val="single"/>
    </w:rPr>
  </w:style>
  <w:style w:type="paragraph" w:customStyle="1" w:styleId="Tekstpodstawowy21">
    <w:name w:val="Tekst podstawowy 21"/>
    <w:basedOn w:val="Normalny"/>
    <w:rsid w:val="00CE7DEC"/>
    <w:rPr>
      <w:sz w:val="28"/>
    </w:rPr>
  </w:style>
  <w:style w:type="paragraph" w:styleId="Tytu">
    <w:name w:val="Title"/>
    <w:basedOn w:val="Normalny"/>
    <w:qFormat/>
    <w:rsid w:val="00CE7DEC"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styleId="Legenda">
    <w:name w:val="caption"/>
    <w:basedOn w:val="Normalny"/>
    <w:next w:val="Normalny"/>
    <w:qFormat/>
    <w:rsid w:val="00CE7DEC"/>
    <w:pPr>
      <w:overflowPunct/>
      <w:autoSpaceDE/>
      <w:autoSpaceDN/>
      <w:adjustRightInd/>
      <w:jc w:val="center"/>
      <w:textAlignment w:val="auto"/>
    </w:pPr>
    <w:rPr>
      <w:sz w:val="44"/>
      <w:szCs w:val="24"/>
    </w:rPr>
  </w:style>
  <w:style w:type="paragraph" w:styleId="Tekstdymka">
    <w:name w:val="Balloon Text"/>
    <w:basedOn w:val="Normalny"/>
    <w:semiHidden/>
    <w:rsid w:val="00730693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rsid w:val="00CE1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Arial Unicode MS" w:eastAsia="Arial Unicode MS" w:hAnsi="Arial Unicode MS" w:cs="Arial Unicode MS"/>
    </w:rPr>
  </w:style>
  <w:style w:type="paragraph" w:customStyle="1" w:styleId="cienias">
    <w:name w:val="cienias"/>
    <w:rsid w:val="00CE18E8"/>
    <w:pPr>
      <w:framePr w:hSpace="141" w:wrap="around" w:vAnchor="page" w:hAnchor="margin" w:y="3578"/>
    </w:pPr>
    <w:rPr>
      <w:spacing w:val="-20"/>
      <w:sz w:val="24"/>
    </w:rPr>
  </w:style>
  <w:style w:type="paragraph" w:customStyle="1" w:styleId="pogrubiony">
    <w:name w:val="pogrubiony"/>
    <w:basedOn w:val="Normalny"/>
    <w:rsid w:val="00CE18E8"/>
    <w:pPr>
      <w:framePr w:hSpace="141" w:wrap="around" w:vAnchor="page" w:hAnchor="margin" w:y="3578"/>
      <w:overflowPunct/>
      <w:autoSpaceDE/>
      <w:autoSpaceDN/>
      <w:adjustRightInd/>
      <w:jc w:val="left"/>
      <w:textAlignment w:val="auto"/>
    </w:pPr>
    <w:rPr>
      <w:b/>
      <w:sz w:val="24"/>
      <w:szCs w:val="24"/>
    </w:rPr>
  </w:style>
  <w:style w:type="paragraph" w:customStyle="1" w:styleId="pogrubionypodkrelony">
    <w:name w:val="pogrubiony+podkreślony"/>
    <w:basedOn w:val="pogrubiony"/>
    <w:rsid w:val="00CE18E8"/>
    <w:pPr>
      <w:framePr w:wrap="around"/>
    </w:pPr>
    <w:rPr>
      <w:u w:val="single"/>
    </w:rPr>
  </w:style>
  <w:style w:type="paragraph" w:customStyle="1" w:styleId="przepis">
    <w:name w:val="przepis"/>
    <w:basedOn w:val="Normalny"/>
    <w:rsid w:val="00CE18E8"/>
    <w:pPr>
      <w:numPr>
        <w:numId w:val="5"/>
      </w:numPr>
    </w:pPr>
  </w:style>
  <w:style w:type="character" w:customStyle="1" w:styleId="Nagwek2Znak">
    <w:name w:val="Nagłówek 2 Znak"/>
    <w:link w:val="Nagwek2"/>
    <w:rsid w:val="006C7F64"/>
    <w:rPr>
      <w:b/>
    </w:rPr>
  </w:style>
  <w:style w:type="paragraph" w:customStyle="1" w:styleId="Akapitzlist1">
    <w:name w:val="Akapit z listą1"/>
    <w:basedOn w:val="Normalny"/>
    <w:rsid w:val="0046027E"/>
    <w:pPr>
      <w:overflowPunct/>
      <w:autoSpaceDE/>
      <w:autoSpaceDN/>
      <w:adjustRightInd/>
      <w:ind w:left="720"/>
      <w:jc w:val="left"/>
      <w:textAlignment w:val="auto"/>
    </w:pPr>
  </w:style>
  <w:style w:type="paragraph" w:customStyle="1" w:styleId="WW-Tekstpodstawowywcity2">
    <w:name w:val="WW-Tekst podstawowy wci?ty 2"/>
    <w:basedOn w:val="Normalny"/>
    <w:rsid w:val="0046027E"/>
    <w:pPr>
      <w:suppressAutoHyphens/>
      <w:spacing w:line="360" w:lineRule="auto"/>
      <w:ind w:left="720" w:hanging="720"/>
    </w:pPr>
    <w:rPr>
      <w:sz w:val="24"/>
    </w:rPr>
  </w:style>
  <w:style w:type="character" w:styleId="Pogrubienie">
    <w:name w:val="Strong"/>
    <w:uiPriority w:val="22"/>
    <w:qFormat/>
    <w:rsid w:val="003B1F5F"/>
    <w:rPr>
      <w:b/>
      <w:bCs/>
    </w:rPr>
  </w:style>
  <w:style w:type="paragraph" w:styleId="Akapitzlist">
    <w:name w:val="List Paragraph"/>
    <w:basedOn w:val="Normalny"/>
    <w:uiPriority w:val="34"/>
    <w:qFormat/>
    <w:rsid w:val="00675D06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551B3F"/>
    <w:pPr>
      <w:overflowPunct w:val="0"/>
      <w:autoSpaceDE w:val="0"/>
      <w:autoSpaceDN w:val="0"/>
      <w:adjustRightInd w:val="0"/>
      <w:textAlignment w:val="baseline"/>
    </w:pPr>
    <w:rPr>
      <w:b/>
      <w:bCs/>
      <w:spacing w:val="0"/>
      <w:kern w:val="0"/>
    </w:rPr>
  </w:style>
  <w:style w:type="character" w:customStyle="1" w:styleId="TekstkomentarzaZnak">
    <w:name w:val="Tekst komentarza Znak"/>
    <w:link w:val="Tekstkomentarza"/>
    <w:semiHidden/>
    <w:rsid w:val="00551B3F"/>
    <w:rPr>
      <w:spacing w:val="12"/>
      <w:kern w:val="24"/>
    </w:rPr>
  </w:style>
  <w:style w:type="character" w:customStyle="1" w:styleId="TematkomentarzaZnak">
    <w:name w:val="Temat komentarza Znak"/>
    <w:link w:val="Tematkomentarza"/>
    <w:rsid w:val="00551B3F"/>
    <w:rPr>
      <w:b/>
      <w:bCs/>
      <w:spacing w:val="12"/>
      <w:kern w:val="24"/>
    </w:rPr>
  </w:style>
  <w:style w:type="character" w:customStyle="1" w:styleId="h1">
    <w:name w:val="h1"/>
    <w:rsid w:val="000B1794"/>
    <w:rPr>
      <w:rFonts w:cs="Times New Roman"/>
    </w:rPr>
  </w:style>
  <w:style w:type="paragraph" w:customStyle="1" w:styleId="Akapitzlist2">
    <w:name w:val="Akapit z listą2"/>
    <w:basedOn w:val="Normalny"/>
    <w:uiPriority w:val="99"/>
    <w:rsid w:val="00894EE0"/>
    <w:pPr>
      <w:overflowPunct/>
      <w:autoSpaceDE/>
      <w:autoSpaceDN/>
      <w:adjustRightInd/>
      <w:spacing w:before="120"/>
      <w:ind w:left="708"/>
      <w:textAlignment w:val="auto"/>
    </w:pPr>
    <w:rPr>
      <w:rFonts w:eastAsia="Calibri"/>
      <w:sz w:val="24"/>
      <w:szCs w:val="24"/>
    </w:rPr>
  </w:style>
  <w:style w:type="character" w:customStyle="1" w:styleId="h11">
    <w:name w:val="h11"/>
    <w:rsid w:val="00894EE0"/>
    <w:rPr>
      <w:rFonts w:ascii="Verdana" w:hAnsi="Verdana" w:hint="default"/>
      <w:b/>
      <w:bCs/>
      <w:i w:val="0"/>
      <w:iCs w:val="0"/>
    </w:rPr>
  </w:style>
  <w:style w:type="character" w:customStyle="1" w:styleId="NagwekZnak">
    <w:name w:val="Nagłówek Znak"/>
    <w:link w:val="Nagwek"/>
    <w:uiPriority w:val="99"/>
    <w:rsid w:val="00C66FE0"/>
    <w:rPr>
      <w:rFonts w:ascii="Century Gothic" w:hAnsi="Century Gothic"/>
      <w:sz w:val="24"/>
    </w:rPr>
  </w:style>
  <w:style w:type="character" w:customStyle="1" w:styleId="StopkaZnak">
    <w:name w:val="Stopka Znak"/>
    <w:link w:val="Stopka"/>
    <w:uiPriority w:val="99"/>
    <w:rsid w:val="005B3476"/>
  </w:style>
  <w:style w:type="table" w:styleId="Tabela-Siatka">
    <w:name w:val="Table Grid"/>
    <w:basedOn w:val="Standardowy"/>
    <w:rsid w:val="00285A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rsid w:val="000B2533"/>
    <w:rPr>
      <w:spacing w:val="12"/>
      <w:kern w:val="24"/>
      <w:sz w:val="24"/>
    </w:rPr>
  </w:style>
  <w:style w:type="paragraph" w:styleId="NormalnyWeb">
    <w:name w:val="Normal (Web)"/>
    <w:basedOn w:val="Normalny"/>
    <w:uiPriority w:val="99"/>
    <w:semiHidden/>
    <w:unhideWhenUsed/>
    <w:rsid w:val="003405A6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paragraph" w:styleId="Poprawka">
    <w:name w:val="Revision"/>
    <w:hidden/>
    <w:uiPriority w:val="99"/>
    <w:semiHidden/>
    <w:rsid w:val="009E6F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9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21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473082">
              <w:marLeft w:val="68"/>
              <w:marRight w:val="6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62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65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2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03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218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290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7572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9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Szablony\ost%20do%20druku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3FFC7-96E9-4A3C-B9C1-CB78D92EC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ost do druku</Template>
  <TotalTime>70</TotalTime>
  <Pages>2</Pages>
  <Words>320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D-M-00.00.00</vt:lpstr>
    </vt:vector>
  </TitlesOfParts>
  <Company>BZDBDiM Sp. z o.o.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D-M-00.00.00</dc:title>
  <dc:subject>ost</dc:subject>
  <dc:creator>Strek</dc:creator>
  <cp:keywords>specyfikacje, drogi, drogownictwo</cp:keywords>
  <dc:description>Wymagania ogólne</dc:description>
  <cp:lastModifiedBy>Augustyniak Dorota</cp:lastModifiedBy>
  <cp:revision>4</cp:revision>
  <cp:lastPrinted>2023-09-12T05:46:00Z</cp:lastPrinted>
  <dcterms:created xsi:type="dcterms:W3CDTF">2025-09-10T08:21:00Z</dcterms:created>
  <dcterms:modified xsi:type="dcterms:W3CDTF">2026-01-29T11:43:00Z</dcterms:modified>
</cp:coreProperties>
</file>